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6F3C93" w14:textId="77777777" w:rsidR="00766D72" w:rsidRPr="0005494E" w:rsidRDefault="004C1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Chapter 5: </w:t>
      </w:r>
      <w:r w:rsidR="00F31EA3" w:rsidRPr="0005494E">
        <w:rPr>
          <w:rFonts w:ascii="Times New Roman" w:hAnsi="Times New Roman" w:cs="Times New Roman"/>
          <w:sz w:val="24"/>
          <w:szCs w:val="24"/>
        </w:rPr>
        <w:t>Thermochemistry</w:t>
      </w:r>
    </w:p>
    <w:p w14:paraId="2773AEBE" w14:textId="4468675C" w:rsidR="00F31EA3" w:rsidRPr="0005494E" w:rsidRDefault="00F31EA3">
      <w:pPr>
        <w:rPr>
          <w:rFonts w:ascii="Times New Roman" w:hAnsi="Times New Roman" w:cs="Times New Roman"/>
          <w:sz w:val="24"/>
          <w:szCs w:val="24"/>
        </w:rPr>
      </w:pPr>
      <w:r w:rsidRPr="0005494E">
        <w:rPr>
          <w:rFonts w:ascii="Times New Roman" w:hAnsi="Times New Roman" w:cs="Times New Roman"/>
          <w:sz w:val="24"/>
          <w:szCs w:val="24"/>
        </w:rPr>
        <w:t>Problem Set</w:t>
      </w:r>
      <w:r w:rsidR="00AB1379">
        <w:rPr>
          <w:rFonts w:ascii="Times New Roman" w:hAnsi="Times New Roman" w:cs="Times New Roman"/>
          <w:sz w:val="24"/>
          <w:szCs w:val="24"/>
        </w:rPr>
        <w:t xml:space="preserve"> with Answers</w:t>
      </w:r>
      <w:bookmarkStart w:id="0" w:name="_GoBack"/>
      <w:bookmarkEnd w:id="0"/>
    </w:p>
    <w:p w14:paraId="1C03729C" w14:textId="77777777" w:rsidR="00F31EA3" w:rsidRDefault="00F31EA3" w:rsidP="00F31EA3">
      <w:pPr>
        <w:pStyle w:val="a3"/>
        <w:numPr>
          <w:ilvl w:val="0"/>
          <w:numId w:val="2"/>
        </w:numPr>
        <w:autoSpaceDE w:val="0"/>
        <w:autoSpaceDN w:val="0"/>
        <w:adjustRightInd w:val="0"/>
        <w:ind w:firstLineChars="0"/>
        <w:jc w:val="left"/>
        <w:rPr>
          <w:rFonts w:ascii="Times New Roman" w:eastAsia="Fd185735-Identity-H" w:hAnsi="Times New Roman" w:cs="Times New Roman" w:hint="eastAsia"/>
          <w:color w:val="0F0D0E"/>
          <w:kern w:val="0"/>
          <w:sz w:val="24"/>
          <w:szCs w:val="24"/>
        </w:rPr>
      </w:pPr>
      <w:r w:rsidRPr="0005494E">
        <w:rPr>
          <w:rFonts w:ascii="Times New Roman" w:eastAsia="Fd185735-Identity-H" w:hAnsi="Times New Roman" w:cs="Times New Roman"/>
          <w:color w:val="0F0D0E"/>
          <w:kern w:val="0"/>
          <w:sz w:val="24"/>
          <w:szCs w:val="24"/>
        </w:rPr>
        <w:t>A system receives 425 J of heat and delivers 425 J of work to its surroundings. What is the change in internal energy of the system (in J)?</w:t>
      </w:r>
    </w:p>
    <w:p w14:paraId="3E23C9BD" w14:textId="79C4FB89" w:rsidR="00E415AA" w:rsidRDefault="00764A06" w:rsidP="00E415AA">
      <w:pPr>
        <w:pStyle w:val="a3"/>
        <w:autoSpaceDE w:val="0"/>
        <w:autoSpaceDN w:val="0"/>
        <w:adjustRightInd w:val="0"/>
        <w:ind w:left="360" w:firstLineChars="0" w:firstLine="0"/>
        <w:jc w:val="left"/>
        <w:rPr>
          <w:rFonts w:ascii="Times New Roman" w:eastAsia="Fd185735-Identity-H" w:hAnsi="Times New Roman" w:cs="Times New Roman"/>
          <w:color w:val="0F0D0E"/>
          <w:kern w:val="0"/>
          <w:sz w:val="24"/>
          <w:szCs w:val="24"/>
        </w:rPr>
      </w:pPr>
      <w:r>
        <w:rPr>
          <w:rFonts w:ascii="Times New Roman" w:eastAsia="Fd185735-Identity-H" w:hAnsi="Times New Roman" w:cs="Times New Roman"/>
          <w:noProof/>
          <w:color w:val="0F0D0E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editId="0B112B8B">
                <wp:simplePos x="0" y="0"/>
                <wp:positionH relativeFrom="column">
                  <wp:posOffset>218661</wp:posOffset>
                </wp:positionH>
                <wp:positionV relativeFrom="paragraph">
                  <wp:posOffset>102042</wp:posOffset>
                </wp:positionV>
                <wp:extent cx="1033669" cy="407504"/>
                <wp:effectExtent l="0" t="0" r="0" b="0"/>
                <wp:wrapNone/>
                <wp:docPr id="1" name="矩形​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669" cy="40750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​​ 2" o:spid="_x0000_s1026" style="position:absolute;left:0;text-align:left;margin-left:17.2pt;margin-top:8.05pt;width:81.4pt;height:32.1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" fillcolor="white [3201]" strokecolor="#f79646 [3209]" strokeweight="2pt"/>
            </w:pict>
          </mc:Fallback>
        </mc:AlternateContent>
      </w:r>
    </w:p>
    <w:p w14:paraId="7DFF3B89" w14:textId="521957B9" w:rsidR="00E415AA" w:rsidRDefault="00E415AA" w:rsidP="00E415AA">
      <w:pPr>
        <w:pStyle w:val="a3"/>
        <w:autoSpaceDE w:val="0"/>
        <w:autoSpaceDN w:val="0"/>
        <w:adjustRightInd w:val="0"/>
        <w:ind w:left="360" w:firstLineChars="0" w:firstLine="0"/>
        <w:jc w:val="left"/>
        <w:rPr>
          <w:rFonts w:ascii="Times New Roman" w:eastAsia="Fd185735-Identity-H" w:hAnsi="Times New Roman" w:cs="Times New Roman"/>
          <w:color w:val="0F0D0E"/>
          <w:kern w:val="0"/>
          <w:sz w:val="24"/>
          <w:szCs w:val="24"/>
        </w:rPr>
      </w:pPr>
      <w:r>
        <w:rPr>
          <w:rFonts w:ascii="Times New Roman" w:eastAsia="Fd185735-Identity-H" w:hAnsi="Times New Roman" w:cs="Times New Roman"/>
          <w:color w:val="0F0D0E"/>
          <w:kern w:val="0"/>
          <w:sz w:val="24"/>
          <w:szCs w:val="24"/>
        </w:rPr>
        <w:t>Answer: 0 J</w:t>
      </w:r>
    </w:p>
    <w:p w14:paraId="4B509E5E" w14:textId="77777777" w:rsidR="009C2FD4" w:rsidRPr="0005494E" w:rsidRDefault="009C2FD4" w:rsidP="009C2FD4">
      <w:pPr>
        <w:pStyle w:val="a3"/>
        <w:autoSpaceDE w:val="0"/>
        <w:autoSpaceDN w:val="0"/>
        <w:adjustRightInd w:val="0"/>
        <w:ind w:left="360" w:firstLineChars="0" w:firstLine="0"/>
        <w:jc w:val="left"/>
        <w:rPr>
          <w:rFonts w:ascii="Times New Roman" w:eastAsia="Fd185735-Identity-H" w:hAnsi="Times New Roman" w:cs="Times New Roman"/>
          <w:color w:val="0F0D0E"/>
          <w:kern w:val="0"/>
          <w:sz w:val="24"/>
          <w:szCs w:val="24"/>
        </w:rPr>
      </w:pPr>
    </w:p>
    <w:p w14:paraId="6ED851DD" w14:textId="77777777" w:rsidR="00F31EA3" w:rsidRPr="0005494E" w:rsidRDefault="00F31EA3" w:rsidP="00F31EA3">
      <w:pPr>
        <w:autoSpaceDE w:val="0"/>
        <w:autoSpaceDN w:val="0"/>
        <w:adjustRightInd w:val="0"/>
        <w:jc w:val="left"/>
        <w:rPr>
          <w:rFonts w:ascii="Times New Roman" w:eastAsia="Fd185735-Identity-H" w:hAnsi="Times New Roman" w:cs="Times New Roman"/>
          <w:color w:val="0F0D0E"/>
          <w:kern w:val="0"/>
          <w:sz w:val="24"/>
          <w:szCs w:val="24"/>
        </w:rPr>
      </w:pPr>
    </w:p>
    <w:p w14:paraId="7BC983B1" w14:textId="77777777" w:rsidR="00F31EA3" w:rsidRDefault="008E2524" w:rsidP="00F31EA3">
      <w:pPr>
        <w:pStyle w:val="a3"/>
        <w:numPr>
          <w:ilvl w:val="0"/>
          <w:numId w:val="2"/>
        </w:numPr>
        <w:autoSpaceDE w:val="0"/>
        <w:autoSpaceDN w:val="0"/>
        <w:adjustRightInd w:val="0"/>
        <w:ind w:firstLineChars="0"/>
        <w:jc w:val="left"/>
        <w:rPr>
          <w:rFonts w:ascii="Times New Roman" w:eastAsia="Fd185735-Identity-H" w:hAnsi="Times New Roman" w:cs="Times New Roman"/>
          <w:color w:val="111111"/>
          <w:kern w:val="0"/>
          <w:sz w:val="24"/>
          <w:szCs w:val="24"/>
        </w:rPr>
      </w:pPr>
      <w:r>
        <w:rPr>
          <w:rFonts w:ascii="Times New Roman" w:eastAsia="Fd185735-Identity-H" w:hAnsi="Times New Roman" w:cs="Times New Roman"/>
          <w:color w:val="111111"/>
          <w:kern w:val="0"/>
          <w:sz w:val="24"/>
          <w:szCs w:val="24"/>
        </w:rPr>
        <w:t>Complete combustion of 1.</w:t>
      </w:r>
      <w:r w:rsidR="00F31EA3" w:rsidRPr="0005494E">
        <w:rPr>
          <w:rFonts w:ascii="Times New Roman" w:eastAsia="Fd185735-Identity-H" w:hAnsi="Times New Roman" w:cs="Times New Roman"/>
          <w:color w:val="111111"/>
          <w:kern w:val="0"/>
          <w:sz w:val="24"/>
          <w:szCs w:val="24"/>
        </w:rPr>
        <w:t>0 metric ton of coal (assuming pure carbon) to gase</w:t>
      </w:r>
      <w:r w:rsidR="0005494E">
        <w:rPr>
          <w:rFonts w:ascii="Times New Roman" w:eastAsia="Fd185735-Identity-H" w:hAnsi="Times New Roman" w:cs="Times New Roman"/>
          <w:color w:val="111111"/>
          <w:kern w:val="0"/>
          <w:sz w:val="24"/>
          <w:szCs w:val="24"/>
        </w:rPr>
        <w:t>ous carbon dioxide releases 3.3 X 10</w:t>
      </w:r>
      <w:r w:rsidR="0005494E">
        <w:rPr>
          <w:rFonts w:ascii="Times New Roman" w:eastAsia="Fd185735-Identity-H" w:hAnsi="Times New Roman" w:cs="Times New Roman"/>
          <w:color w:val="111111"/>
          <w:kern w:val="0"/>
          <w:sz w:val="24"/>
          <w:szCs w:val="24"/>
          <w:vertAlign w:val="superscript"/>
        </w:rPr>
        <w:t>10</w:t>
      </w:r>
      <w:r w:rsidR="00F31EA3" w:rsidRPr="0005494E">
        <w:rPr>
          <w:rFonts w:ascii="Times New Roman" w:eastAsia="Fd268528-Identity-H" w:hAnsi="Times New Roman" w:cs="Times New Roman"/>
          <w:color w:val="111111"/>
          <w:kern w:val="0"/>
          <w:sz w:val="24"/>
          <w:szCs w:val="24"/>
        </w:rPr>
        <w:t xml:space="preserve"> </w:t>
      </w:r>
      <w:r w:rsidR="00F31EA3" w:rsidRPr="0005494E">
        <w:rPr>
          <w:rFonts w:ascii="Times New Roman" w:eastAsia="Fd185735-Identity-H" w:hAnsi="Times New Roman" w:cs="Times New Roman"/>
          <w:color w:val="111111"/>
          <w:kern w:val="0"/>
          <w:sz w:val="24"/>
          <w:szCs w:val="24"/>
        </w:rPr>
        <w:t>J of heat. Convert this energy to (a) kilojoules; (b) kilocalories</w:t>
      </w:r>
    </w:p>
    <w:p w14:paraId="7CCE199A" w14:textId="2CC0301E" w:rsidR="009C2FD4" w:rsidRPr="0005494E" w:rsidRDefault="00764A06" w:rsidP="009C2FD4">
      <w:pPr>
        <w:pStyle w:val="a3"/>
        <w:autoSpaceDE w:val="0"/>
        <w:autoSpaceDN w:val="0"/>
        <w:adjustRightInd w:val="0"/>
        <w:ind w:left="360" w:firstLineChars="0" w:firstLine="0"/>
        <w:jc w:val="left"/>
        <w:rPr>
          <w:rFonts w:ascii="Times New Roman" w:eastAsia="Fd185735-Identity-H" w:hAnsi="Times New Roman" w:cs="Times New Roman"/>
          <w:color w:val="111111"/>
          <w:kern w:val="0"/>
          <w:sz w:val="24"/>
          <w:szCs w:val="24"/>
        </w:rPr>
      </w:pPr>
      <w:r>
        <w:rPr>
          <w:rFonts w:ascii="Times New Roman" w:eastAsia="Fd185735-Identity-H" w:hAnsi="Times New Roman" w:cs="Times New Roman"/>
          <w:noProof/>
          <w:color w:val="111111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editId="1394FE28">
                <wp:simplePos x="0" y="0"/>
                <wp:positionH relativeFrom="column">
                  <wp:posOffset>218661</wp:posOffset>
                </wp:positionH>
                <wp:positionV relativeFrom="paragraph">
                  <wp:posOffset>115957</wp:posOffset>
                </wp:positionV>
                <wp:extent cx="3031435" cy="397565"/>
                <wp:effectExtent l="0" t="0" r="0" b="2485"/>
                <wp:wrapNone/>
                <wp:docPr id="2" name="矩形​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1435" cy="3975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​​ 1" o:spid="_x0000_s1026" style="position:absolute;left:0;text-align:left;margin-left:17.2pt;margin-top:9.15pt;width:238.7pt;height:31.3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" fillcolor="white [3201]" strokecolor="#f79646 [3209]" strokeweight="2pt"/>
            </w:pict>
          </mc:Fallback>
        </mc:AlternateContent>
      </w:r>
    </w:p>
    <w:p w14:paraId="09B93657" w14:textId="1A5157F7" w:rsidR="00F31EA3" w:rsidRPr="00764A06" w:rsidRDefault="00E415AA" w:rsidP="0005494E">
      <w:pPr>
        <w:pStyle w:val="a3"/>
        <w:ind w:firstLine="480"/>
        <w:rPr>
          <w:rFonts w:ascii="Times New Roman" w:eastAsia="Fd185735-Identity-H" w:hAnsi="Times New Roman" w:cs="Times New Roman"/>
          <w:color w:val="111111"/>
          <w:kern w:val="0"/>
          <w:sz w:val="24"/>
          <w:szCs w:val="24"/>
        </w:rPr>
      </w:pPr>
      <w:r w:rsidRPr="00764A06">
        <w:rPr>
          <w:rFonts w:ascii="Times New Roman" w:eastAsia="Fd185735-Identity-H" w:hAnsi="Times New Roman" w:cs="Times New Roman"/>
          <w:color w:val="111111"/>
          <w:kern w:val="0"/>
          <w:sz w:val="24"/>
          <w:szCs w:val="24"/>
        </w:rPr>
        <w:t xml:space="preserve">Answer: </w:t>
      </w:r>
      <w:r w:rsidRPr="00764A06">
        <w:rPr>
          <w:rFonts w:ascii="Times New Roman" w:eastAsia="Fd216603-Identity-H" w:hAnsi="Times New Roman" w:cs="Times New Roman"/>
          <w:color w:val="171717"/>
          <w:kern w:val="0"/>
          <w:sz w:val="24"/>
          <w:szCs w:val="24"/>
        </w:rPr>
        <w:t>(a) 3.3 x 10</w:t>
      </w:r>
      <w:r w:rsidRPr="00764A06">
        <w:rPr>
          <w:rFonts w:ascii="Times New Roman" w:eastAsia="Fd216603-Identity-H" w:hAnsi="Times New Roman" w:cs="Times New Roman"/>
          <w:color w:val="171717"/>
          <w:kern w:val="0"/>
          <w:sz w:val="24"/>
          <w:szCs w:val="24"/>
          <w:vertAlign w:val="superscript"/>
        </w:rPr>
        <w:t>7</w:t>
      </w:r>
      <w:r w:rsidRPr="00764A06">
        <w:rPr>
          <w:rFonts w:ascii="Times New Roman" w:eastAsia="Fd216603-Identity-H" w:hAnsi="Times New Roman" w:cs="Times New Roman"/>
          <w:color w:val="171717"/>
          <w:kern w:val="0"/>
          <w:sz w:val="24"/>
          <w:szCs w:val="24"/>
        </w:rPr>
        <w:t xml:space="preserve"> </w:t>
      </w:r>
      <w:proofErr w:type="gramStart"/>
      <w:r w:rsidRPr="00764A06">
        <w:rPr>
          <w:rFonts w:ascii="Times New Roman" w:eastAsia="Fd216603-Identity-H" w:hAnsi="Times New Roman" w:cs="Times New Roman"/>
          <w:color w:val="171717"/>
          <w:kern w:val="0"/>
          <w:sz w:val="24"/>
          <w:szCs w:val="24"/>
        </w:rPr>
        <w:t>kJ  (</w:t>
      </w:r>
      <w:proofErr w:type="gramEnd"/>
      <w:r w:rsidRPr="00764A06">
        <w:rPr>
          <w:rFonts w:ascii="Times New Roman" w:eastAsia="Fd216603-Identity-H" w:hAnsi="Times New Roman" w:cs="Times New Roman"/>
          <w:color w:val="171717"/>
          <w:kern w:val="0"/>
          <w:sz w:val="24"/>
          <w:szCs w:val="24"/>
        </w:rPr>
        <w:t>b) 7.9 x 10</w:t>
      </w:r>
      <w:r w:rsidRPr="00764A06">
        <w:rPr>
          <w:rFonts w:ascii="Times New Roman" w:eastAsia="Fd216603-Identity-H" w:hAnsi="Times New Roman" w:cs="Times New Roman"/>
          <w:color w:val="171717"/>
          <w:kern w:val="0"/>
          <w:sz w:val="24"/>
          <w:szCs w:val="24"/>
          <w:vertAlign w:val="superscript"/>
        </w:rPr>
        <w:t>6</w:t>
      </w:r>
      <w:r w:rsidRPr="00764A06">
        <w:rPr>
          <w:rFonts w:ascii="Times New Roman" w:eastAsia="Fd216603-Identity-H" w:hAnsi="Times New Roman" w:cs="Times New Roman"/>
          <w:color w:val="171717"/>
          <w:kern w:val="0"/>
          <w:sz w:val="24"/>
          <w:szCs w:val="24"/>
        </w:rPr>
        <w:t xml:space="preserve"> kcal</w:t>
      </w:r>
    </w:p>
    <w:p w14:paraId="31472E46" w14:textId="77777777" w:rsidR="00E415AA" w:rsidRDefault="00E415AA" w:rsidP="0005494E">
      <w:pPr>
        <w:pStyle w:val="a3"/>
        <w:ind w:firstLine="480"/>
        <w:rPr>
          <w:rFonts w:ascii="Times New Roman" w:eastAsia="Fd185735-Identity-H" w:hAnsi="Times New Roman" w:cs="Times New Roman"/>
          <w:color w:val="111111"/>
          <w:kern w:val="0"/>
          <w:sz w:val="24"/>
          <w:szCs w:val="24"/>
        </w:rPr>
      </w:pPr>
    </w:p>
    <w:p w14:paraId="12C6F3A5" w14:textId="77777777" w:rsidR="00E415AA" w:rsidRPr="0005494E" w:rsidRDefault="00E415AA" w:rsidP="0005494E">
      <w:pPr>
        <w:pStyle w:val="a3"/>
        <w:ind w:firstLine="480"/>
        <w:rPr>
          <w:rFonts w:ascii="Times New Roman" w:eastAsia="Fd185735-Identity-H" w:hAnsi="Times New Roman" w:cs="Times New Roman"/>
          <w:color w:val="111111"/>
          <w:kern w:val="0"/>
          <w:sz w:val="24"/>
          <w:szCs w:val="24"/>
        </w:rPr>
      </w:pPr>
    </w:p>
    <w:p w14:paraId="216651CB" w14:textId="77777777" w:rsidR="00F31EA3" w:rsidRPr="0005494E" w:rsidRDefault="00F31EA3" w:rsidP="00F31EA3">
      <w:pPr>
        <w:pStyle w:val="a3"/>
        <w:numPr>
          <w:ilvl w:val="0"/>
          <w:numId w:val="2"/>
        </w:numPr>
        <w:autoSpaceDE w:val="0"/>
        <w:autoSpaceDN w:val="0"/>
        <w:adjustRightInd w:val="0"/>
        <w:ind w:firstLineChars="0"/>
        <w:jc w:val="left"/>
        <w:rPr>
          <w:rFonts w:ascii="Times New Roman" w:eastAsia="Fd185735-Identity-H" w:hAnsi="Times New Roman" w:cs="Times New Roman"/>
          <w:color w:val="131213"/>
          <w:kern w:val="0"/>
          <w:sz w:val="24"/>
          <w:szCs w:val="24"/>
        </w:rPr>
      </w:pPr>
      <w:r w:rsidRPr="0005494E">
        <w:rPr>
          <w:rFonts w:ascii="Times New Roman" w:eastAsia="Fd185735-Identity-H" w:hAnsi="Times New Roman" w:cs="Times New Roman"/>
          <w:color w:val="131213"/>
          <w:kern w:val="0"/>
          <w:sz w:val="24"/>
          <w:szCs w:val="24"/>
        </w:rPr>
        <w:t xml:space="preserve"> Classify the following processes as exothermic or endothermic: (a) freezing of water; (b) boiling of water; (c) digestion of food; (d) a person running; (e) a person growing; (f) wood being chopped; (g) heating with a furnace.</w:t>
      </w:r>
    </w:p>
    <w:p w14:paraId="6D5C9656" w14:textId="55E6F263" w:rsidR="00F31EA3" w:rsidRDefault="00764A06" w:rsidP="00CE75A6">
      <w:pPr>
        <w:autoSpaceDE w:val="0"/>
        <w:autoSpaceDN w:val="0"/>
        <w:adjustRightInd w:val="0"/>
        <w:jc w:val="left"/>
        <w:rPr>
          <w:rFonts w:ascii="Times New Roman" w:eastAsia="Fd185735-Identity-H" w:hAnsi="Times New Roman" w:cs="Times New Roman"/>
          <w:color w:val="0F0F0F"/>
          <w:kern w:val="0"/>
          <w:sz w:val="24"/>
          <w:szCs w:val="24"/>
        </w:rPr>
      </w:pPr>
      <w:r>
        <w:rPr>
          <w:rFonts w:ascii="Times New Roman" w:eastAsia="Fd185735-Identity-H" w:hAnsi="Times New Roman" w:cs="Times New Roman"/>
          <w:noProof/>
          <w:color w:val="0F0F0F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editId="0F8EC492">
                <wp:simplePos x="0" y="0"/>
                <wp:positionH relativeFrom="column">
                  <wp:posOffset>149087</wp:posOffset>
                </wp:positionH>
                <wp:positionV relativeFrom="paragraph">
                  <wp:posOffset>120595</wp:posOffset>
                </wp:positionV>
                <wp:extent cx="4979504" cy="586408"/>
                <wp:effectExtent l="0" t="0" r="0" b="4142"/>
                <wp:wrapNone/>
                <wp:docPr id="3" name="矩形​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9504" cy="5864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​​ 1" o:spid="_x0000_s1026" style="position:absolute;left:0;text-align:left;margin-left:11.75pt;margin-top:9.5pt;width:392.1pt;height:46.1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" fillcolor="white [3201]" strokecolor="#f79646 [3209]" strokeweight="2pt"/>
            </w:pict>
          </mc:Fallback>
        </mc:AlternateContent>
      </w:r>
    </w:p>
    <w:p w14:paraId="140046EC" w14:textId="46BEF4D8" w:rsidR="009C2FD4" w:rsidRDefault="00E415AA" w:rsidP="00E415AA">
      <w:pPr>
        <w:autoSpaceDE w:val="0"/>
        <w:autoSpaceDN w:val="0"/>
        <w:adjustRightInd w:val="0"/>
        <w:ind w:left="360"/>
        <w:jc w:val="left"/>
        <w:rPr>
          <w:rFonts w:ascii="Times New Roman" w:eastAsia="Fd185735-Identity-H" w:hAnsi="Times New Roman" w:cs="Times New Roman"/>
          <w:color w:val="0F0F0F"/>
          <w:kern w:val="0"/>
          <w:sz w:val="24"/>
          <w:szCs w:val="24"/>
        </w:rPr>
      </w:pPr>
      <w:r>
        <w:rPr>
          <w:rFonts w:ascii="Times New Roman" w:eastAsia="Fd185735-Identity-H" w:hAnsi="Times New Roman" w:cs="Times New Roman"/>
          <w:color w:val="0F0F0F"/>
          <w:kern w:val="0"/>
          <w:sz w:val="24"/>
          <w:szCs w:val="24"/>
        </w:rPr>
        <w:t xml:space="preserve">Answer: (a) </w:t>
      </w:r>
      <w:proofErr w:type="gramStart"/>
      <w:r>
        <w:rPr>
          <w:rFonts w:ascii="Times New Roman" w:eastAsia="Fd185735-Identity-H" w:hAnsi="Times New Roman" w:cs="Times New Roman"/>
          <w:color w:val="0F0F0F"/>
          <w:kern w:val="0"/>
          <w:sz w:val="24"/>
          <w:szCs w:val="24"/>
        </w:rPr>
        <w:t>exothermic  (</w:t>
      </w:r>
      <w:proofErr w:type="gramEnd"/>
      <w:r>
        <w:rPr>
          <w:rFonts w:ascii="Times New Roman" w:eastAsia="Fd185735-Identity-H" w:hAnsi="Times New Roman" w:cs="Times New Roman"/>
          <w:color w:val="0F0F0F"/>
          <w:kern w:val="0"/>
          <w:sz w:val="24"/>
          <w:szCs w:val="24"/>
        </w:rPr>
        <w:t xml:space="preserve">b) endothermic  (c) exothermic  (d) exothermic </w:t>
      </w:r>
    </w:p>
    <w:p w14:paraId="26C3E4B4" w14:textId="325615B2" w:rsidR="00E415AA" w:rsidRDefault="00E415AA" w:rsidP="00E415AA">
      <w:pPr>
        <w:autoSpaceDE w:val="0"/>
        <w:autoSpaceDN w:val="0"/>
        <w:adjustRightInd w:val="0"/>
        <w:ind w:left="360"/>
        <w:jc w:val="left"/>
        <w:rPr>
          <w:rFonts w:ascii="Times New Roman" w:eastAsia="Fd185735-Identity-H" w:hAnsi="Times New Roman" w:cs="Times New Roman"/>
          <w:color w:val="0F0F0F"/>
          <w:kern w:val="0"/>
          <w:sz w:val="24"/>
          <w:szCs w:val="24"/>
        </w:rPr>
      </w:pPr>
      <w:r>
        <w:rPr>
          <w:rFonts w:ascii="Times New Roman" w:eastAsia="Fd185735-Identity-H" w:hAnsi="Times New Roman" w:cs="Times New Roman"/>
          <w:color w:val="0F0F0F"/>
          <w:kern w:val="0"/>
          <w:sz w:val="24"/>
          <w:szCs w:val="24"/>
        </w:rPr>
        <w:t xml:space="preserve">       (e) </w:t>
      </w:r>
      <w:proofErr w:type="gramStart"/>
      <w:r>
        <w:rPr>
          <w:rFonts w:ascii="Times New Roman" w:eastAsia="Fd185735-Identity-H" w:hAnsi="Times New Roman" w:cs="Times New Roman"/>
          <w:color w:val="0F0F0F"/>
          <w:kern w:val="0"/>
          <w:sz w:val="24"/>
          <w:szCs w:val="24"/>
        </w:rPr>
        <w:t>endothermic  (</w:t>
      </w:r>
      <w:proofErr w:type="gramEnd"/>
      <w:r>
        <w:rPr>
          <w:rFonts w:ascii="Times New Roman" w:eastAsia="Fd185735-Identity-H" w:hAnsi="Times New Roman" w:cs="Times New Roman"/>
          <w:color w:val="0F0F0F"/>
          <w:kern w:val="0"/>
          <w:sz w:val="24"/>
          <w:szCs w:val="24"/>
        </w:rPr>
        <w:t>f) endothermic  (g) exothermic</w:t>
      </w:r>
    </w:p>
    <w:p w14:paraId="3DA84E89" w14:textId="77777777" w:rsidR="00E415AA" w:rsidRDefault="00E415AA" w:rsidP="00E415AA">
      <w:pPr>
        <w:autoSpaceDE w:val="0"/>
        <w:autoSpaceDN w:val="0"/>
        <w:adjustRightInd w:val="0"/>
        <w:ind w:left="360"/>
        <w:jc w:val="left"/>
        <w:rPr>
          <w:rFonts w:ascii="Times New Roman" w:eastAsia="Fd185735-Identity-H" w:hAnsi="Times New Roman" w:cs="Times New Roman"/>
          <w:color w:val="0F0F0F"/>
          <w:kern w:val="0"/>
          <w:sz w:val="24"/>
          <w:szCs w:val="24"/>
        </w:rPr>
      </w:pPr>
    </w:p>
    <w:p w14:paraId="7CD9B342" w14:textId="77777777" w:rsidR="00E415AA" w:rsidRPr="0005494E" w:rsidRDefault="00E415AA" w:rsidP="00E415AA">
      <w:pPr>
        <w:autoSpaceDE w:val="0"/>
        <w:autoSpaceDN w:val="0"/>
        <w:adjustRightInd w:val="0"/>
        <w:ind w:left="360"/>
        <w:jc w:val="left"/>
        <w:rPr>
          <w:rFonts w:ascii="Times New Roman" w:eastAsia="Fd185735-Identity-H" w:hAnsi="Times New Roman" w:cs="Times New Roman"/>
          <w:color w:val="0F0F0F"/>
          <w:kern w:val="0"/>
          <w:sz w:val="24"/>
          <w:szCs w:val="24"/>
        </w:rPr>
      </w:pPr>
    </w:p>
    <w:p w14:paraId="69AD91F1" w14:textId="77777777" w:rsidR="00F31EA3" w:rsidRPr="0005494E" w:rsidRDefault="00F31EA3" w:rsidP="00F31EA3">
      <w:pPr>
        <w:pStyle w:val="a3"/>
        <w:numPr>
          <w:ilvl w:val="0"/>
          <w:numId w:val="2"/>
        </w:numPr>
        <w:autoSpaceDE w:val="0"/>
        <w:autoSpaceDN w:val="0"/>
        <w:adjustRightInd w:val="0"/>
        <w:ind w:firstLineChars="0"/>
        <w:jc w:val="left"/>
        <w:rPr>
          <w:rFonts w:ascii="Times New Roman" w:eastAsia="Fd185735-Identity-H" w:hAnsi="Times New Roman" w:cs="Times New Roman"/>
          <w:color w:val="0D0E0C"/>
          <w:kern w:val="0"/>
          <w:sz w:val="24"/>
          <w:szCs w:val="24"/>
        </w:rPr>
      </w:pPr>
      <w:r w:rsidRPr="0005494E">
        <w:rPr>
          <w:rFonts w:ascii="Times New Roman" w:eastAsia="Fd185735-Identity-H" w:hAnsi="Times New Roman" w:cs="Times New Roman"/>
          <w:color w:val="0D0E0C"/>
          <w:kern w:val="0"/>
          <w:sz w:val="24"/>
          <w:szCs w:val="24"/>
        </w:rPr>
        <w:t xml:space="preserve">Calculate </w:t>
      </w:r>
      <w:r w:rsidRPr="0005494E">
        <w:rPr>
          <w:rFonts w:ascii="Times New Roman" w:eastAsia="Fd268545-Identity-H" w:hAnsi="Times New Roman" w:cs="Times New Roman"/>
          <w:color w:val="0D0E0C"/>
          <w:kern w:val="0"/>
          <w:sz w:val="24"/>
          <w:szCs w:val="24"/>
        </w:rPr>
        <w:t xml:space="preserve">q </w:t>
      </w:r>
      <w:r w:rsidR="0005494E">
        <w:rPr>
          <w:rFonts w:ascii="Times New Roman" w:eastAsia="Fd185735-Identity-H" w:hAnsi="Times New Roman" w:cs="Times New Roman"/>
          <w:color w:val="0D0E0C"/>
          <w:kern w:val="0"/>
          <w:sz w:val="24"/>
          <w:szCs w:val="24"/>
        </w:rPr>
        <w:t>when 1</w:t>
      </w:r>
      <w:r w:rsidRPr="0005494E">
        <w:rPr>
          <w:rFonts w:ascii="Times New Roman" w:eastAsia="Fd185735-Identity-H" w:hAnsi="Times New Roman" w:cs="Times New Roman"/>
          <w:color w:val="0D0E0C"/>
          <w:kern w:val="0"/>
          <w:sz w:val="24"/>
          <w:szCs w:val="24"/>
        </w:rPr>
        <w:t>2</w:t>
      </w:r>
      <w:r w:rsidR="0005494E">
        <w:rPr>
          <w:rFonts w:ascii="Times New Roman" w:eastAsia="Fd185735-Identity-H" w:hAnsi="Times New Roman" w:cs="Times New Roman"/>
          <w:color w:val="0D0E0C"/>
          <w:kern w:val="0"/>
          <w:sz w:val="24"/>
          <w:szCs w:val="24"/>
        </w:rPr>
        <w:t xml:space="preserve">.0 g of water is heated from 20 </w:t>
      </w:r>
      <w:r w:rsidR="0005494E">
        <w:rPr>
          <w:rFonts w:ascii="Arial" w:hAnsi="Arial" w:cs="Arial"/>
          <w:color w:val="000000"/>
        </w:rPr>
        <w:t>°C</w:t>
      </w:r>
      <w:r w:rsidRPr="0005494E">
        <w:rPr>
          <w:rFonts w:ascii="Times New Roman" w:eastAsia="Fd185735-Identity-H" w:hAnsi="Times New Roman" w:cs="Times New Roman"/>
          <w:color w:val="0D0E0C"/>
          <w:kern w:val="0"/>
          <w:sz w:val="24"/>
          <w:szCs w:val="24"/>
        </w:rPr>
        <w:t xml:space="preserve"> to </w:t>
      </w:r>
      <w:r w:rsidR="0005494E">
        <w:rPr>
          <w:rFonts w:ascii="Times New Roman" w:eastAsia="Fd185735-Identity-H" w:hAnsi="Times New Roman" w:cs="Times New Roman"/>
          <w:color w:val="0D0E0C"/>
          <w:kern w:val="0"/>
          <w:sz w:val="24"/>
          <w:szCs w:val="24"/>
        </w:rPr>
        <w:t xml:space="preserve">100 </w:t>
      </w:r>
      <w:r w:rsidR="0005494E">
        <w:rPr>
          <w:rFonts w:ascii="Arial" w:hAnsi="Arial" w:cs="Arial"/>
          <w:color w:val="000000"/>
        </w:rPr>
        <w:t>°C</w:t>
      </w:r>
      <w:r w:rsidRPr="0005494E">
        <w:rPr>
          <w:rFonts w:ascii="Times New Roman" w:eastAsia="Fd185735-Identity-H" w:hAnsi="Times New Roman" w:cs="Times New Roman"/>
          <w:color w:val="0D0E0C"/>
          <w:kern w:val="0"/>
          <w:sz w:val="24"/>
          <w:szCs w:val="24"/>
        </w:rPr>
        <w:t>.</w:t>
      </w:r>
    </w:p>
    <w:p w14:paraId="42C4ABF5" w14:textId="7317DA0C" w:rsidR="00F31EA3" w:rsidRDefault="00764A06" w:rsidP="00F31EA3">
      <w:pPr>
        <w:autoSpaceDE w:val="0"/>
        <w:autoSpaceDN w:val="0"/>
        <w:adjustRightInd w:val="0"/>
        <w:jc w:val="left"/>
        <w:rPr>
          <w:rFonts w:ascii="Times New Roman" w:eastAsia="Fd185735-Identity-H" w:hAnsi="Times New Roman" w:cs="Times New Roman"/>
          <w:color w:val="121015"/>
          <w:kern w:val="0"/>
          <w:sz w:val="24"/>
          <w:szCs w:val="24"/>
        </w:rPr>
      </w:pPr>
      <w:r>
        <w:rPr>
          <w:rFonts w:ascii="Times New Roman" w:eastAsia="Fd185735-Identity-H" w:hAnsi="Times New Roman" w:cs="Times New Roman"/>
          <w:noProof/>
          <w:color w:val="121015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editId="004E0C79">
                <wp:simplePos x="0" y="0"/>
                <wp:positionH relativeFrom="column">
                  <wp:posOffset>149087</wp:posOffset>
                </wp:positionH>
                <wp:positionV relativeFrom="paragraph">
                  <wp:posOffset>164327</wp:posOffset>
                </wp:positionV>
                <wp:extent cx="1530626" cy="327991"/>
                <wp:effectExtent l="0" t="0" r="0" b="0"/>
                <wp:wrapNone/>
                <wp:docPr id="4" name="矩形​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626" cy="32799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​​ 1" o:spid="_x0000_s1026" style="position:absolute;left:0;text-align:left;margin-left:11.75pt;margin-top:12.95pt;width:120.5pt;height:25.8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" fillcolor="white [3201]" strokecolor="#f79646 [3209]" strokeweight="2pt"/>
            </w:pict>
          </mc:Fallback>
        </mc:AlternateContent>
      </w:r>
    </w:p>
    <w:p w14:paraId="0E05B4F1" w14:textId="1F172BFE" w:rsidR="009C2FD4" w:rsidRPr="00E415AA" w:rsidRDefault="00E415AA" w:rsidP="00E415AA">
      <w:pPr>
        <w:autoSpaceDE w:val="0"/>
        <w:autoSpaceDN w:val="0"/>
        <w:adjustRightInd w:val="0"/>
        <w:ind w:left="360"/>
        <w:jc w:val="left"/>
        <w:rPr>
          <w:rFonts w:ascii="Times New Roman" w:eastAsia="Fd185735-Identity-H" w:hAnsi="Times New Roman" w:cs="Times New Roman"/>
          <w:color w:val="121015"/>
          <w:kern w:val="0"/>
          <w:sz w:val="24"/>
          <w:szCs w:val="24"/>
        </w:rPr>
      </w:pPr>
      <w:r>
        <w:rPr>
          <w:rFonts w:ascii="Times New Roman" w:eastAsia="Fd185735-Identity-H" w:hAnsi="Times New Roman" w:cs="Times New Roman"/>
          <w:color w:val="121015"/>
          <w:kern w:val="0"/>
          <w:sz w:val="24"/>
          <w:szCs w:val="24"/>
        </w:rPr>
        <w:t>Answer: 4.0 x 10</w:t>
      </w:r>
      <w:r>
        <w:rPr>
          <w:rFonts w:ascii="Times New Roman" w:eastAsia="Fd185735-Identity-H" w:hAnsi="Times New Roman" w:cs="Times New Roman"/>
          <w:color w:val="121015"/>
          <w:kern w:val="0"/>
          <w:sz w:val="24"/>
          <w:szCs w:val="24"/>
          <w:vertAlign w:val="superscript"/>
        </w:rPr>
        <w:t>3</w:t>
      </w:r>
      <w:r>
        <w:rPr>
          <w:rFonts w:ascii="Times New Roman" w:eastAsia="Fd185735-Identity-H" w:hAnsi="Times New Roman" w:cs="Times New Roman"/>
          <w:color w:val="121015"/>
          <w:kern w:val="0"/>
          <w:sz w:val="24"/>
          <w:szCs w:val="24"/>
        </w:rPr>
        <w:t xml:space="preserve"> J</w:t>
      </w:r>
    </w:p>
    <w:p w14:paraId="2B8B16A5" w14:textId="77777777" w:rsidR="00E415AA" w:rsidRDefault="00E415AA" w:rsidP="00E415AA">
      <w:pPr>
        <w:autoSpaceDE w:val="0"/>
        <w:autoSpaceDN w:val="0"/>
        <w:adjustRightInd w:val="0"/>
        <w:ind w:left="360"/>
        <w:jc w:val="left"/>
        <w:rPr>
          <w:rFonts w:ascii="Times New Roman" w:eastAsia="Fd185735-Identity-H" w:hAnsi="Times New Roman" w:cs="Times New Roman"/>
          <w:color w:val="121015"/>
          <w:kern w:val="0"/>
          <w:sz w:val="24"/>
          <w:szCs w:val="24"/>
        </w:rPr>
      </w:pPr>
    </w:p>
    <w:p w14:paraId="11F08EA3" w14:textId="77777777" w:rsidR="00E415AA" w:rsidRPr="009C2FD4" w:rsidRDefault="00E415AA" w:rsidP="00E415AA">
      <w:pPr>
        <w:autoSpaceDE w:val="0"/>
        <w:autoSpaceDN w:val="0"/>
        <w:adjustRightInd w:val="0"/>
        <w:ind w:left="360"/>
        <w:jc w:val="left"/>
        <w:rPr>
          <w:rFonts w:ascii="Times New Roman" w:eastAsia="Fd185735-Identity-H" w:hAnsi="Times New Roman" w:cs="Times New Roman"/>
          <w:color w:val="121015"/>
          <w:kern w:val="0"/>
          <w:sz w:val="24"/>
          <w:szCs w:val="24"/>
        </w:rPr>
      </w:pPr>
    </w:p>
    <w:p w14:paraId="0BFB3A5A" w14:textId="77777777" w:rsidR="00F31EA3" w:rsidRPr="0005494E" w:rsidRDefault="00F31EA3" w:rsidP="00F31EA3">
      <w:pPr>
        <w:pStyle w:val="a3"/>
        <w:numPr>
          <w:ilvl w:val="0"/>
          <w:numId w:val="2"/>
        </w:numPr>
        <w:autoSpaceDE w:val="0"/>
        <w:autoSpaceDN w:val="0"/>
        <w:adjustRightInd w:val="0"/>
        <w:ind w:firstLineChars="0"/>
        <w:jc w:val="left"/>
        <w:rPr>
          <w:rFonts w:ascii="Times New Roman" w:eastAsia="Fd185735-Identity-H" w:hAnsi="Times New Roman" w:cs="Times New Roman"/>
          <w:color w:val="121015"/>
          <w:kern w:val="0"/>
          <w:sz w:val="24"/>
          <w:szCs w:val="24"/>
        </w:rPr>
      </w:pPr>
      <w:r w:rsidRPr="0005494E">
        <w:rPr>
          <w:rFonts w:ascii="Times New Roman" w:eastAsia="Fd185735-Identity-H" w:hAnsi="Times New Roman" w:cs="Times New Roman"/>
          <w:color w:val="121015"/>
          <w:kern w:val="0"/>
          <w:sz w:val="24"/>
          <w:szCs w:val="24"/>
        </w:rPr>
        <w:t xml:space="preserve">A 295-g aluminum engine part at an initial temperature of 3.00°C absorbs 85.0 kJ of heat. What is the final temperature of the part </w:t>
      </w:r>
      <w:r w:rsidR="008E2524">
        <w:rPr>
          <w:rFonts w:ascii="Times New Roman" w:eastAsia="Fd268545-Identity-H" w:hAnsi="Times New Roman" w:cs="Times New Roman"/>
          <w:color w:val="121015"/>
          <w:kern w:val="0"/>
          <w:sz w:val="24"/>
          <w:szCs w:val="24"/>
        </w:rPr>
        <w:t>(c</w:t>
      </w:r>
      <w:r w:rsidRPr="0005494E">
        <w:rPr>
          <w:rFonts w:ascii="Times New Roman" w:eastAsia="Fd268545-Identity-H" w:hAnsi="Times New Roman" w:cs="Times New Roman"/>
          <w:color w:val="121015"/>
          <w:kern w:val="0"/>
          <w:sz w:val="24"/>
          <w:szCs w:val="24"/>
        </w:rPr>
        <w:t xml:space="preserve"> </w:t>
      </w:r>
      <w:r w:rsidRPr="0005494E">
        <w:rPr>
          <w:rFonts w:ascii="Times New Roman" w:eastAsia="Fd185735-Identity-H" w:hAnsi="Times New Roman" w:cs="Times New Roman"/>
          <w:color w:val="121015"/>
          <w:kern w:val="0"/>
          <w:sz w:val="24"/>
          <w:szCs w:val="24"/>
        </w:rPr>
        <w:t xml:space="preserve">of Al </w:t>
      </w:r>
      <w:r w:rsidRPr="0005494E">
        <w:rPr>
          <w:rFonts w:ascii="Times New Roman" w:eastAsia="Fd268528-Identity-H" w:hAnsi="Times New Roman" w:cs="Times New Roman"/>
          <w:color w:val="121015"/>
          <w:kern w:val="0"/>
          <w:sz w:val="24"/>
          <w:szCs w:val="24"/>
        </w:rPr>
        <w:t xml:space="preserve">= </w:t>
      </w:r>
      <w:r w:rsidR="008E2524">
        <w:rPr>
          <w:rFonts w:ascii="Times New Roman" w:eastAsia="Fd185735-Identity-H" w:hAnsi="Times New Roman" w:cs="Times New Roman"/>
          <w:color w:val="121015"/>
          <w:kern w:val="0"/>
          <w:sz w:val="24"/>
          <w:szCs w:val="24"/>
        </w:rPr>
        <w:t>0.900 J/g</w:t>
      </w:r>
      <w:r w:rsidR="008E2524" w:rsidRPr="008E2524">
        <w:rPr>
          <w:rFonts w:ascii="Fd185735-Identity-H" w:eastAsia="Fd185735-Identity-H" w:cs="Fd185735-Identity-H"/>
          <w:color w:val="110F10"/>
          <w:kern w:val="0"/>
          <w:sz w:val="11"/>
          <w:szCs w:val="11"/>
        </w:rPr>
        <w:sym w:font="Wingdings" w:char="F06C"/>
      </w:r>
      <w:r w:rsidR="008E2524">
        <w:rPr>
          <w:rFonts w:ascii="Times New Roman" w:eastAsia="Fd185735-Identity-H" w:hAnsi="Times New Roman" w:cs="Times New Roman"/>
          <w:color w:val="121015"/>
          <w:kern w:val="0"/>
          <w:sz w:val="24"/>
          <w:szCs w:val="24"/>
        </w:rPr>
        <w:t>k</w:t>
      </w:r>
      <w:r w:rsidRPr="0005494E">
        <w:rPr>
          <w:rFonts w:ascii="Times New Roman" w:eastAsia="Fd185735-Identity-H" w:hAnsi="Times New Roman" w:cs="Times New Roman"/>
          <w:color w:val="121015"/>
          <w:kern w:val="0"/>
          <w:sz w:val="24"/>
          <w:szCs w:val="24"/>
        </w:rPr>
        <w:t>)?</w:t>
      </w:r>
    </w:p>
    <w:p w14:paraId="3FFA3608" w14:textId="4D413F5E" w:rsidR="00F31EA3" w:rsidRDefault="00764A06" w:rsidP="0005494E">
      <w:pPr>
        <w:pStyle w:val="a3"/>
        <w:ind w:firstLine="480"/>
        <w:rPr>
          <w:rFonts w:ascii="Times New Roman" w:eastAsia="Fd185735-Identity-H" w:hAnsi="Times New Roman" w:cs="Times New Roman"/>
          <w:color w:val="121015"/>
          <w:kern w:val="0"/>
          <w:sz w:val="24"/>
          <w:szCs w:val="24"/>
        </w:rPr>
      </w:pPr>
      <w:r>
        <w:rPr>
          <w:rFonts w:ascii="Times New Roman" w:eastAsia="Fd185735-Identity-H" w:hAnsi="Times New Roman" w:cs="Times New Roman"/>
          <w:noProof/>
          <w:color w:val="121015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editId="23204E3F">
                <wp:simplePos x="0" y="0"/>
                <wp:positionH relativeFrom="column">
                  <wp:posOffset>218661</wp:posOffset>
                </wp:positionH>
                <wp:positionV relativeFrom="paragraph">
                  <wp:posOffset>108668</wp:posOffset>
                </wp:positionV>
                <wp:extent cx="1292087" cy="387626"/>
                <wp:effectExtent l="0" t="0" r="3313" b="0"/>
                <wp:wrapNone/>
                <wp:docPr id="5" name="矩形​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087" cy="38762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​​ 1" o:spid="_x0000_s1026" style="position:absolute;left:0;text-align:left;margin-left:17.2pt;margin-top:8.55pt;width:101.75pt;height:30.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" fillcolor="white [3201]" strokecolor="#f79646 [3209]" strokeweight="2pt"/>
            </w:pict>
          </mc:Fallback>
        </mc:AlternateContent>
      </w:r>
    </w:p>
    <w:p w14:paraId="7CF7B89B" w14:textId="7F7248A1" w:rsidR="009C2FD4" w:rsidRDefault="00E415AA" w:rsidP="0005494E">
      <w:pPr>
        <w:pStyle w:val="a3"/>
        <w:ind w:firstLine="480"/>
        <w:rPr>
          <w:rFonts w:ascii="Times New Roman" w:eastAsia="Fd185735-Identity-H" w:hAnsi="Times New Roman" w:cs="Times New Roman"/>
          <w:color w:val="121015"/>
          <w:kern w:val="0"/>
          <w:sz w:val="24"/>
          <w:szCs w:val="24"/>
        </w:rPr>
      </w:pPr>
      <w:r>
        <w:rPr>
          <w:rFonts w:ascii="Times New Roman" w:eastAsia="Fd185735-Identity-H" w:hAnsi="Times New Roman" w:cs="Times New Roman"/>
          <w:color w:val="121015"/>
          <w:kern w:val="0"/>
          <w:sz w:val="24"/>
          <w:szCs w:val="24"/>
        </w:rPr>
        <w:t>Answer: 323</w:t>
      </w:r>
      <w:r w:rsidRPr="0005494E">
        <w:rPr>
          <w:rFonts w:ascii="Times New Roman" w:eastAsia="Fd185735-Identity-H" w:hAnsi="Times New Roman" w:cs="Times New Roman"/>
          <w:color w:val="121015"/>
          <w:kern w:val="0"/>
          <w:sz w:val="24"/>
          <w:szCs w:val="24"/>
        </w:rPr>
        <w:t>°C</w:t>
      </w:r>
    </w:p>
    <w:p w14:paraId="5E593B47" w14:textId="77777777" w:rsidR="00E415AA" w:rsidRDefault="00E415AA" w:rsidP="0005494E">
      <w:pPr>
        <w:pStyle w:val="a3"/>
        <w:ind w:firstLine="480"/>
        <w:rPr>
          <w:rFonts w:ascii="Times New Roman" w:eastAsia="Fd185735-Identity-H" w:hAnsi="Times New Roman" w:cs="Times New Roman"/>
          <w:color w:val="121015"/>
          <w:kern w:val="0"/>
          <w:sz w:val="24"/>
          <w:szCs w:val="24"/>
        </w:rPr>
      </w:pPr>
    </w:p>
    <w:p w14:paraId="0133749F" w14:textId="77777777" w:rsidR="00E415AA" w:rsidRPr="0005494E" w:rsidRDefault="00E415AA" w:rsidP="0005494E">
      <w:pPr>
        <w:pStyle w:val="a3"/>
        <w:ind w:firstLine="480"/>
        <w:rPr>
          <w:rFonts w:ascii="Times New Roman" w:eastAsia="Fd185735-Identity-H" w:hAnsi="Times New Roman" w:cs="Times New Roman"/>
          <w:color w:val="121015"/>
          <w:kern w:val="0"/>
          <w:sz w:val="24"/>
          <w:szCs w:val="24"/>
        </w:rPr>
      </w:pPr>
    </w:p>
    <w:p w14:paraId="4671FB22" w14:textId="77777777" w:rsidR="008E2524" w:rsidRDefault="00F31EA3" w:rsidP="00F31EA3">
      <w:pPr>
        <w:pStyle w:val="a3"/>
        <w:numPr>
          <w:ilvl w:val="0"/>
          <w:numId w:val="2"/>
        </w:numPr>
        <w:autoSpaceDE w:val="0"/>
        <w:autoSpaceDN w:val="0"/>
        <w:adjustRightInd w:val="0"/>
        <w:ind w:firstLineChars="0"/>
        <w:jc w:val="left"/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</w:pPr>
      <w:r w:rsidRPr="0005494E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Ethylene (C</w:t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15"/>
          <w:szCs w:val="15"/>
        </w:rPr>
        <w:t>2</w:t>
      </w:r>
      <w:r w:rsidRPr="0005494E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H</w:t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15"/>
          <w:szCs w:val="15"/>
        </w:rPr>
        <w:t>4</w:t>
      </w:r>
      <w:r w:rsidRPr="0005494E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) is the starting material for the preparation of polyethylene. Although typically made during the processing of petroleum, ethylene occurs naturally as a fruit-ripening hormone and as a component of natural gas. </w:t>
      </w:r>
    </w:p>
    <w:p w14:paraId="1DBC25B0" w14:textId="77777777" w:rsidR="008E2524" w:rsidRDefault="00F31EA3" w:rsidP="008E2524">
      <w:pPr>
        <w:autoSpaceDE w:val="0"/>
        <w:autoSpaceDN w:val="0"/>
        <w:adjustRightInd w:val="0"/>
        <w:ind w:left="360"/>
        <w:jc w:val="left"/>
        <w:rPr>
          <w:rFonts w:ascii="Times New Roman" w:eastAsia="Fd185735-Identity-H" w:hAnsi="Times New Roman" w:cs="Times New Roman"/>
          <w:color w:val="0F0F10"/>
          <w:kern w:val="0"/>
          <w:sz w:val="24"/>
          <w:szCs w:val="24"/>
        </w:rPr>
      </w:pPr>
      <w:r w:rsidRPr="008E2524">
        <w:rPr>
          <w:rFonts w:ascii="Times New Roman" w:eastAsia="Fd185735-Identity-H" w:hAnsi="Times New Roman" w:cs="Times New Roman"/>
          <w:color w:val="0F0F10"/>
          <w:kern w:val="0"/>
          <w:sz w:val="24"/>
          <w:szCs w:val="24"/>
        </w:rPr>
        <w:t>(a) The heat of reaction for the combustion of C</w:t>
      </w:r>
      <w:r w:rsidRPr="009C2FD4">
        <w:rPr>
          <w:rFonts w:ascii="Times New Roman" w:eastAsia="Fd185735-Identity-H" w:hAnsi="Times New Roman" w:cs="Times New Roman"/>
          <w:color w:val="0F0F10"/>
          <w:kern w:val="0"/>
          <w:sz w:val="15"/>
          <w:szCs w:val="15"/>
        </w:rPr>
        <w:t>2</w:t>
      </w:r>
      <w:r w:rsidRPr="008E2524">
        <w:rPr>
          <w:rFonts w:ascii="Times New Roman" w:eastAsia="Fd185735-Identity-H" w:hAnsi="Times New Roman" w:cs="Times New Roman"/>
          <w:color w:val="0F0F10"/>
          <w:kern w:val="0"/>
          <w:sz w:val="24"/>
          <w:szCs w:val="24"/>
        </w:rPr>
        <w:t>H</w:t>
      </w:r>
      <w:r w:rsidRPr="009C2FD4">
        <w:rPr>
          <w:rFonts w:ascii="Times New Roman" w:eastAsia="Fd185735-Identity-H" w:hAnsi="Times New Roman" w:cs="Times New Roman"/>
          <w:color w:val="0F0F10"/>
          <w:kern w:val="0"/>
          <w:sz w:val="15"/>
          <w:szCs w:val="15"/>
        </w:rPr>
        <w:t>4</w:t>
      </w:r>
      <w:r w:rsidRPr="008E2524">
        <w:rPr>
          <w:rFonts w:ascii="Times New Roman" w:eastAsia="Fd185735-Identity-H" w:hAnsi="Times New Roman" w:cs="Times New Roman"/>
          <w:color w:val="0F0F10"/>
          <w:kern w:val="0"/>
          <w:sz w:val="24"/>
          <w:szCs w:val="24"/>
        </w:rPr>
        <w:t xml:space="preserve"> is </w:t>
      </w:r>
      <w:r w:rsidR="008E2524">
        <w:rPr>
          <w:rFonts w:ascii="Times New Roman" w:eastAsia="Fd185735-Identity-H" w:hAnsi="Times New Roman" w:cs="Times New Roman"/>
          <w:color w:val="2C2448"/>
          <w:kern w:val="0"/>
          <w:sz w:val="24"/>
          <w:szCs w:val="24"/>
        </w:rPr>
        <w:t>-</w:t>
      </w:r>
      <w:r w:rsidR="008E2524">
        <w:rPr>
          <w:rFonts w:ascii="Times New Roman" w:eastAsia="Fd185735-Identity-H" w:hAnsi="Times New Roman" w:cs="Times New Roman"/>
          <w:color w:val="0F0F10"/>
          <w:kern w:val="0"/>
          <w:sz w:val="24"/>
          <w:szCs w:val="24"/>
        </w:rPr>
        <w:t>1411kJ/mole.</w:t>
      </w:r>
      <w:r w:rsidRPr="008E2524">
        <w:rPr>
          <w:rFonts w:ascii="Times New Roman" w:eastAsia="Fd185735-Identity-H" w:hAnsi="Times New Roman" w:cs="Times New Roman"/>
          <w:color w:val="0F0F10"/>
          <w:kern w:val="0"/>
          <w:sz w:val="24"/>
          <w:szCs w:val="24"/>
        </w:rPr>
        <w:t xml:space="preserve"> Write a balanced thermochemical equation for the combustion of C</w:t>
      </w:r>
      <w:r w:rsidRPr="009C2FD4">
        <w:rPr>
          <w:rFonts w:ascii="Times New Roman" w:eastAsia="Fd185735-Identity-H" w:hAnsi="Times New Roman" w:cs="Times New Roman"/>
          <w:color w:val="0F0F10"/>
          <w:kern w:val="0"/>
          <w:sz w:val="15"/>
          <w:szCs w:val="15"/>
        </w:rPr>
        <w:t>2</w:t>
      </w:r>
      <w:r w:rsidRPr="008E2524">
        <w:rPr>
          <w:rFonts w:ascii="Times New Roman" w:eastAsia="Fd185735-Identity-H" w:hAnsi="Times New Roman" w:cs="Times New Roman"/>
          <w:color w:val="0F0F10"/>
          <w:kern w:val="0"/>
          <w:sz w:val="24"/>
          <w:szCs w:val="24"/>
        </w:rPr>
        <w:t>H</w:t>
      </w:r>
      <w:r w:rsidRPr="009C2FD4">
        <w:rPr>
          <w:rFonts w:ascii="Times New Roman" w:eastAsia="Fd185735-Identity-H" w:hAnsi="Times New Roman" w:cs="Times New Roman"/>
          <w:color w:val="0F0F10"/>
          <w:kern w:val="0"/>
          <w:sz w:val="15"/>
          <w:szCs w:val="15"/>
        </w:rPr>
        <w:t>4</w:t>
      </w:r>
      <w:r w:rsidRPr="008E2524">
        <w:rPr>
          <w:rFonts w:ascii="Times New Roman" w:eastAsia="Fd185735-Identity-H" w:hAnsi="Times New Roman" w:cs="Times New Roman"/>
          <w:color w:val="0F0F10"/>
          <w:kern w:val="0"/>
          <w:sz w:val="24"/>
          <w:szCs w:val="24"/>
        </w:rPr>
        <w:t xml:space="preserve">. </w:t>
      </w:r>
    </w:p>
    <w:p w14:paraId="55FE9EB6" w14:textId="77777777" w:rsidR="00F31EA3" w:rsidRDefault="00F31EA3" w:rsidP="008E2524">
      <w:pPr>
        <w:autoSpaceDE w:val="0"/>
        <w:autoSpaceDN w:val="0"/>
        <w:adjustRightInd w:val="0"/>
        <w:ind w:left="360"/>
        <w:jc w:val="left"/>
        <w:rPr>
          <w:rFonts w:ascii="Times New Roman" w:eastAsia="Fd185735-Identity-H" w:hAnsi="Times New Roman" w:cs="Times New Roman"/>
          <w:color w:val="0C0D0D"/>
          <w:kern w:val="0"/>
          <w:sz w:val="24"/>
          <w:szCs w:val="24"/>
        </w:rPr>
      </w:pPr>
      <w:r w:rsidRPr="008E2524">
        <w:rPr>
          <w:rFonts w:ascii="Times New Roman" w:eastAsia="Fd185735-Identity-H" w:hAnsi="Times New Roman" w:cs="Times New Roman"/>
          <w:color w:val="0C0D0D"/>
          <w:kern w:val="0"/>
          <w:sz w:val="24"/>
          <w:szCs w:val="24"/>
        </w:rPr>
        <w:t>(b) How many grams of C</w:t>
      </w:r>
      <w:r w:rsidRPr="009C2FD4">
        <w:rPr>
          <w:rFonts w:ascii="Times New Roman" w:eastAsia="Fd185735-Identity-H" w:hAnsi="Times New Roman" w:cs="Times New Roman"/>
          <w:color w:val="0C0D0D"/>
          <w:kern w:val="0"/>
          <w:sz w:val="15"/>
          <w:szCs w:val="15"/>
        </w:rPr>
        <w:t>2</w:t>
      </w:r>
      <w:r w:rsidRPr="008E2524">
        <w:rPr>
          <w:rFonts w:ascii="Times New Roman" w:eastAsia="Fd185735-Identity-H" w:hAnsi="Times New Roman" w:cs="Times New Roman"/>
          <w:color w:val="0C0D0D"/>
          <w:kern w:val="0"/>
          <w:sz w:val="24"/>
          <w:szCs w:val="24"/>
        </w:rPr>
        <w:t>H</w:t>
      </w:r>
      <w:r w:rsidRPr="009C2FD4">
        <w:rPr>
          <w:rFonts w:ascii="Times New Roman" w:eastAsia="Fd185735-Identity-H" w:hAnsi="Times New Roman" w:cs="Times New Roman"/>
          <w:color w:val="0C0D0D"/>
          <w:kern w:val="0"/>
          <w:sz w:val="15"/>
          <w:szCs w:val="15"/>
        </w:rPr>
        <w:t>4</w:t>
      </w:r>
      <w:r w:rsidRPr="008E2524">
        <w:rPr>
          <w:rFonts w:ascii="Times New Roman" w:eastAsia="Fd185735-Identity-H" w:hAnsi="Times New Roman" w:cs="Times New Roman"/>
          <w:color w:val="0C0D0D"/>
          <w:kern w:val="0"/>
          <w:sz w:val="24"/>
          <w:szCs w:val="24"/>
        </w:rPr>
        <w:t xml:space="preserve"> must burn to give 70.0 kJ of heat?</w:t>
      </w:r>
    </w:p>
    <w:p w14:paraId="241B9ACA" w14:textId="29669749" w:rsidR="009C2FD4" w:rsidRDefault="00764A06" w:rsidP="008E2524">
      <w:pPr>
        <w:autoSpaceDE w:val="0"/>
        <w:autoSpaceDN w:val="0"/>
        <w:adjustRightInd w:val="0"/>
        <w:ind w:left="360"/>
        <w:jc w:val="left"/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</w:pPr>
      <w:r>
        <w:rPr>
          <w:rFonts w:ascii="Times New Roman" w:eastAsia="Fd185735-Identity-H" w:hAnsi="Times New Roman" w:cs="Times New Roman"/>
          <w:noProof/>
          <w:color w:val="0D0E0F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editId="54418BEF">
                <wp:simplePos x="0" y="0"/>
                <wp:positionH relativeFrom="column">
                  <wp:posOffset>218661</wp:posOffset>
                </wp:positionH>
                <wp:positionV relativeFrom="paragraph">
                  <wp:posOffset>145111</wp:posOffset>
                </wp:positionV>
                <wp:extent cx="4909930" cy="715618"/>
                <wp:effectExtent l="0" t="0" r="4970" b="8282"/>
                <wp:wrapNone/>
                <wp:docPr id="6" name="矩形​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9930" cy="71561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​​ 1" o:spid="_x0000_s1026" style="position:absolute;left:0;text-align:left;margin-left:17.2pt;margin-top:11.45pt;width:386.6pt;height:56.3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" fillcolor="white [3201]" strokecolor="#f79646 [3209]" strokeweight="2pt"/>
            </w:pict>
          </mc:Fallback>
        </mc:AlternateContent>
      </w:r>
    </w:p>
    <w:p w14:paraId="2E0D95F6" w14:textId="1B99934A" w:rsidR="00E415AA" w:rsidRDefault="00E415AA" w:rsidP="008E2524">
      <w:pPr>
        <w:autoSpaceDE w:val="0"/>
        <w:autoSpaceDN w:val="0"/>
        <w:adjustRightInd w:val="0"/>
        <w:ind w:left="360"/>
        <w:jc w:val="left"/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</w:pPr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Answer: (a) C</w:t>
      </w:r>
      <w:r w:rsidRPr="00764A06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  <w:vertAlign w:val="subscript"/>
        </w:rPr>
        <w:t>2</w:t>
      </w:r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H</w:t>
      </w:r>
      <w:r w:rsidRPr="00764A06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  <w:vertAlign w:val="subscript"/>
        </w:rPr>
        <w:t>4</w:t>
      </w:r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 (g) + 3O</w:t>
      </w:r>
      <w:r w:rsidRPr="00764A06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  <w:vertAlign w:val="subscript"/>
        </w:rPr>
        <w:t>2</w:t>
      </w:r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 (g) </w:t>
      </w:r>
      <w:r w:rsidRPr="00E415AA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sym w:font="Wingdings" w:char="F0E0"/>
      </w:r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 2CO</w:t>
      </w:r>
      <w:r w:rsidRPr="00764A06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  <w:vertAlign w:val="subscript"/>
        </w:rPr>
        <w:t>2</w:t>
      </w:r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 (g) + 2H</w:t>
      </w:r>
      <w:r w:rsidRPr="00764A06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  <w:vertAlign w:val="subscript"/>
        </w:rPr>
        <w:t>2</w:t>
      </w:r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O (l); ∆</w:t>
      </w:r>
      <w:proofErr w:type="spellStart"/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H</w:t>
      </w:r>
      <w:r w:rsidRPr="00764A06">
        <w:rPr>
          <w:rFonts w:ascii="Times New Roman" w:eastAsia="Fd185735-Identity-H" w:hAnsi="Times New Roman" w:cs="Times New Roman"/>
          <w:color w:val="0D0E0F"/>
          <w:kern w:val="0"/>
          <w:sz w:val="28"/>
          <w:szCs w:val="28"/>
          <w:vertAlign w:val="subscript"/>
        </w:rPr>
        <w:t>rxn</w:t>
      </w:r>
      <w:proofErr w:type="spellEnd"/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 = -1411kJ</w:t>
      </w:r>
    </w:p>
    <w:p w14:paraId="6DB44968" w14:textId="67C11625" w:rsidR="00E415AA" w:rsidRDefault="00E415AA" w:rsidP="008E2524">
      <w:pPr>
        <w:autoSpaceDE w:val="0"/>
        <w:autoSpaceDN w:val="0"/>
        <w:adjustRightInd w:val="0"/>
        <w:ind w:left="360"/>
        <w:jc w:val="left"/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</w:pPr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ab/>
      </w:r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ab/>
      </w:r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ab/>
        <w:t>(b) 1.39 g C</w:t>
      </w:r>
      <w:r w:rsidRPr="00764A06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  <w:vertAlign w:val="subscript"/>
        </w:rPr>
        <w:t>2</w:t>
      </w:r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H</w:t>
      </w:r>
      <w:r w:rsidRPr="00764A06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  <w:vertAlign w:val="subscript"/>
        </w:rPr>
        <w:t>4</w:t>
      </w:r>
    </w:p>
    <w:p w14:paraId="520DF5B9" w14:textId="77777777" w:rsidR="00F31EA3" w:rsidRDefault="00F31EA3" w:rsidP="009C2FD4">
      <w:pP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</w:pPr>
    </w:p>
    <w:p w14:paraId="7C9898D7" w14:textId="77777777" w:rsidR="009C2FD4" w:rsidRPr="009C2FD4" w:rsidRDefault="009C2FD4" w:rsidP="009C2FD4">
      <w:pPr>
        <w:pStyle w:val="a3"/>
        <w:numPr>
          <w:ilvl w:val="0"/>
          <w:numId w:val="2"/>
        </w:numPr>
        <w:ind w:firstLineChars="0"/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</w:pPr>
      <w:r w:rsidRP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lastRenderedPageBreak/>
        <w:t>Liquid hydrogen peroxide, an oxidizing agent in many rocket</w:t>
      </w:r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 </w:t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fuel mixtures, releases oxygen gas on decomposition:</w:t>
      </w:r>
    </w:p>
    <w:p w14:paraId="052C59C2" w14:textId="77777777" w:rsidR="009C2FD4" w:rsidRPr="009C2FD4" w:rsidRDefault="009C2FD4" w:rsidP="009C2FD4">
      <w:pPr>
        <w:pStyle w:val="a3"/>
        <w:ind w:left="360" w:firstLineChars="0" w:firstLine="0"/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</w:pPr>
      <w:proofErr w:type="gramStart"/>
      <w:r w:rsidRP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2H</w:t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15"/>
          <w:szCs w:val="15"/>
        </w:rPr>
        <w:t>2</w:t>
      </w:r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O</w:t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15"/>
          <w:szCs w:val="15"/>
        </w:rPr>
        <w:t>2</w:t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(</w:t>
      </w:r>
      <w:proofErr w:type="gramEnd"/>
      <w:r w:rsidRP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1) </w:t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sym w:font="Wingdings" w:char="F0E0"/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 2H</w:t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15"/>
          <w:szCs w:val="15"/>
        </w:rPr>
        <w:t>2</w:t>
      </w:r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O(l) + O</w:t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15"/>
          <w:szCs w:val="15"/>
        </w:rPr>
        <w:t>2</w:t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(g) </w:t>
      </w:r>
      <w:proofErr w:type="spellStart"/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Δ</w:t>
      </w:r>
      <w:r w:rsidR="004C1351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Hrxn</w:t>
      </w:r>
      <w:proofErr w:type="spellEnd"/>
      <w:r w:rsidR="004C1351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 = - 1</w:t>
      </w:r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96.</w:t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1 kJ</w:t>
      </w:r>
    </w:p>
    <w:p w14:paraId="117C1F4D" w14:textId="77777777" w:rsidR="009C2FD4" w:rsidRDefault="009C2FD4" w:rsidP="009C2FD4">
      <w:pPr>
        <w:pStyle w:val="a3"/>
        <w:ind w:left="360" w:firstLineChars="0" w:firstLine="0"/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</w:pPr>
      <w:r w:rsidRP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How much heat is released when 732 kg of H</w:t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15"/>
          <w:szCs w:val="15"/>
        </w:rPr>
        <w:t>2</w:t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0</w:t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15"/>
          <w:szCs w:val="15"/>
        </w:rPr>
        <w:t>2</w:t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 decomposes?</w:t>
      </w:r>
    </w:p>
    <w:p w14:paraId="61C98CCF" w14:textId="132FD3ED" w:rsidR="009C2FD4" w:rsidRDefault="00764A06" w:rsidP="009C2FD4">
      <w:pPr>
        <w:pStyle w:val="a3"/>
        <w:ind w:left="360" w:firstLineChars="0" w:firstLine="0"/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</w:pPr>
      <w:r>
        <w:rPr>
          <w:rFonts w:ascii="Times New Roman" w:eastAsia="Fd185735-Identity-H" w:hAnsi="Times New Roman" w:cs="Times New Roman"/>
          <w:noProof/>
          <w:color w:val="0D0E0F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editId="5DE26E43">
                <wp:simplePos x="0" y="0"/>
                <wp:positionH relativeFrom="column">
                  <wp:posOffset>159026</wp:posOffset>
                </wp:positionH>
                <wp:positionV relativeFrom="paragraph">
                  <wp:posOffset>102042</wp:posOffset>
                </wp:positionV>
                <wp:extent cx="1669774" cy="397565"/>
                <wp:effectExtent l="0" t="0" r="6626" b="2485"/>
                <wp:wrapNone/>
                <wp:docPr id="7" name="矩形​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774" cy="3975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​​ 1" o:spid="_x0000_s1026" style="position:absolute;left:0;text-align:left;margin-left:12.5pt;margin-top:8.05pt;width:131.5pt;height:31.3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" fillcolor="white [3201]" strokecolor="#f79646 [3209]" strokeweight="2pt"/>
            </w:pict>
          </mc:Fallback>
        </mc:AlternateContent>
      </w:r>
    </w:p>
    <w:p w14:paraId="0C2BD81D" w14:textId="7E7B5496" w:rsidR="009C2FD4" w:rsidRDefault="00764A06" w:rsidP="009C2FD4">
      <w:pPr>
        <w:pStyle w:val="a3"/>
        <w:ind w:left="360" w:firstLineChars="0" w:firstLine="0"/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</w:pPr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Answer: -2.11 x 10</w:t>
      </w:r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  <w:vertAlign w:val="superscript"/>
        </w:rPr>
        <w:t xml:space="preserve">6 </w:t>
      </w:r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kJ</w:t>
      </w:r>
    </w:p>
    <w:p w14:paraId="5C68F673" w14:textId="77777777" w:rsidR="00764A06" w:rsidRDefault="00764A06" w:rsidP="009C2FD4">
      <w:pPr>
        <w:pStyle w:val="a3"/>
        <w:ind w:left="360" w:firstLineChars="0" w:firstLine="0"/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</w:pPr>
    </w:p>
    <w:p w14:paraId="41C392A3" w14:textId="77777777" w:rsidR="00764A06" w:rsidRPr="00764A06" w:rsidRDefault="00764A06" w:rsidP="009C2FD4">
      <w:pPr>
        <w:pStyle w:val="a3"/>
        <w:ind w:left="360" w:firstLineChars="0" w:firstLine="0"/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</w:pPr>
    </w:p>
    <w:p w14:paraId="090E8E21" w14:textId="77777777" w:rsidR="00F31EA3" w:rsidRPr="0005494E" w:rsidRDefault="00F31EA3" w:rsidP="00F31EA3">
      <w:pPr>
        <w:pStyle w:val="a3"/>
        <w:numPr>
          <w:ilvl w:val="0"/>
          <w:numId w:val="2"/>
        </w:numPr>
        <w:autoSpaceDE w:val="0"/>
        <w:autoSpaceDN w:val="0"/>
        <w:adjustRightInd w:val="0"/>
        <w:ind w:firstLineChars="0"/>
        <w:jc w:val="left"/>
        <w:rPr>
          <w:rFonts w:ascii="Times New Roman" w:eastAsia="Fd185735-Identity-H" w:hAnsi="Times New Roman" w:cs="Times New Roman"/>
          <w:color w:val="0B0C0C"/>
          <w:kern w:val="0"/>
          <w:sz w:val="24"/>
          <w:szCs w:val="24"/>
        </w:rPr>
      </w:pPr>
      <w:r w:rsidRPr="0005494E">
        <w:rPr>
          <w:rFonts w:ascii="Times New Roman" w:eastAsia="Fd185735-Identity-H" w:hAnsi="Times New Roman" w:cs="Times New Roman"/>
          <w:color w:val="0B0C0C"/>
          <w:kern w:val="0"/>
          <w:sz w:val="24"/>
          <w:szCs w:val="24"/>
        </w:rPr>
        <w:t xml:space="preserve">Calculate </w:t>
      </w:r>
      <w:r w:rsidR="008E2524">
        <w:rPr>
          <w:rFonts w:ascii="Times New Roman" w:eastAsia="Fd80702-Identity-H" w:hAnsi="Times New Roman" w:cs="Times New Roman"/>
          <w:color w:val="0B0C0C"/>
          <w:kern w:val="0"/>
          <w:sz w:val="24"/>
          <w:szCs w:val="24"/>
        </w:rPr>
        <w:t>∆</w:t>
      </w:r>
      <w:proofErr w:type="spellStart"/>
      <w:r w:rsidR="008E2524">
        <w:rPr>
          <w:rFonts w:ascii="Times New Roman" w:eastAsia="Fd80702-Identity-H" w:hAnsi="Times New Roman" w:cs="Times New Roman"/>
          <w:color w:val="0B0C0C"/>
          <w:kern w:val="0"/>
          <w:sz w:val="24"/>
          <w:szCs w:val="24"/>
        </w:rPr>
        <w:t>H</w:t>
      </w:r>
      <w:r w:rsidR="008E2524" w:rsidRPr="00CE75A6">
        <w:rPr>
          <w:rFonts w:ascii="Times New Roman" w:eastAsia="Fd80702-Identity-H" w:hAnsi="Times New Roman" w:cs="Times New Roman"/>
          <w:color w:val="0B0C0C"/>
          <w:kern w:val="0"/>
          <w:sz w:val="36"/>
          <w:szCs w:val="36"/>
          <w:vertAlign w:val="subscript"/>
        </w:rPr>
        <w:t>rxn</w:t>
      </w:r>
      <w:proofErr w:type="spellEnd"/>
      <w:r w:rsidRPr="0005494E">
        <w:rPr>
          <w:rFonts w:ascii="Times New Roman" w:eastAsia="Fd80702-Identity-H" w:hAnsi="Times New Roman" w:cs="Times New Roman"/>
          <w:color w:val="0B0C0C"/>
          <w:kern w:val="0"/>
          <w:sz w:val="24"/>
          <w:szCs w:val="24"/>
        </w:rPr>
        <w:t xml:space="preserve"> </w:t>
      </w:r>
      <w:r w:rsidRPr="0005494E">
        <w:rPr>
          <w:rFonts w:ascii="Times New Roman" w:eastAsia="Fd185735-Identity-H" w:hAnsi="Times New Roman" w:cs="Times New Roman"/>
          <w:color w:val="0B0C0C"/>
          <w:kern w:val="0"/>
          <w:sz w:val="24"/>
          <w:szCs w:val="24"/>
        </w:rPr>
        <w:t xml:space="preserve">for </w:t>
      </w:r>
      <w:proofErr w:type="spellStart"/>
      <w:r w:rsidRPr="0005494E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Ca</w:t>
      </w:r>
      <w:proofErr w:type="spellEnd"/>
      <w:r w:rsidRPr="0005494E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(s) + </w:t>
      </w:r>
      <w:r w:rsidR="009C2FD4" w:rsidRPr="00D1625E">
        <w:rPr>
          <w:rFonts w:ascii="Times New Roman" w:eastAsia="Fd185735-Identity-H" w:hAnsi="Times New Roman" w:cs="Times New Roman"/>
          <w:color w:val="0D0E0F"/>
          <w:kern w:val="0"/>
          <w:sz w:val="18"/>
          <w:szCs w:val="18"/>
        </w:rPr>
        <w:t>(</w:t>
      </w:r>
      <w:r w:rsidRPr="00D1625E">
        <w:rPr>
          <w:rFonts w:ascii="Times New Roman" w:eastAsia="Fd268552-Identity-H" w:hAnsi="Times New Roman" w:cs="Times New Roman"/>
          <w:color w:val="0D0E0F"/>
          <w:kern w:val="0"/>
          <w:sz w:val="18"/>
          <w:szCs w:val="18"/>
        </w:rPr>
        <w:t>1/2</w:t>
      </w:r>
      <w:r w:rsidR="009C2FD4" w:rsidRPr="00D1625E">
        <w:rPr>
          <w:rFonts w:ascii="Times New Roman" w:eastAsia="Fd268552-Identity-H" w:hAnsi="Times New Roman" w:cs="Times New Roman"/>
          <w:color w:val="0D0E0F"/>
          <w:kern w:val="0"/>
          <w:sz w:val="18"/>
          <w:szCs w:val="18"/>
        </w:rPr>
        <w:t>)</w:t>
      </w:r>
      <w:r w:rsidR="009C2FD4">
        <w:rPr>
          <w:rFonts w:ascii="Times New Roman" w:eastAsia="Fd268552-Identity-H" w:hAnsi="Times New Roman" w:cs="Times New Roman"/>
          <w:color w:val="0D0E0F"/>
          <w:kern w:val="0"/>
          <w:sz w:val="24"/>
          <w:szCs w:val="24"/>
        </w:rPr>
        <w:t xml:space="preserve"> </w:t>
      </w:r>
      <w:r w:rsid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O</w:t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15"/>
          <w:szCs w:val="15"/>
        </w:rPr>
        <w:t>2</w:t>
      </w:r>
      <w:r w:rsidRPr="0005494E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(</w:t>
      </w:r>
      <w:r w:rsidRPr="0005494E">
        <w:rPr>
          <w:rFonts w:ascii="Times New Roman" w:eastAsia="Fd80702-Identity-H" w:hAnsi="Times New Roman" w:cs="Times New Roman"/>
          <w:color w:val="0D0E0F"/>
          <w:kern w:val="0"/>
          <w:sz w:val="24"/>
          <w:szCs w:val="24"/>
        </w:rPr>
        <w:t>g</w:t>
      </w:r>
      <w:r w:rsidRPr="0005494E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) + </w:t>
      </w:r>
      <w:r w:rsidR="008E2524">
        <w:rPr>
          <w:rFonts w:ascii="Times New Roman" w:eastAsia="Fd80702-Identity-H" w:hAnsi="Times New Roman" w:cs="Times New Roman"/>
          <w:color w:val="0D0E0F"/>
          <w:kern w:val="0"/>
          <w:sz w:val="24"/>
          <w:szCs w:val="24"/>
        </w:rPr>
        <w:t>CO</w:t>
      </w:r>
      <w:r w:rsidR="008E2524" w:rsidRPr="009C2FD4">
        <w:rPr>
          <w:rFonts w:ascii="Times New Roman" w:eastAsia="Fd80702-Identity-H" w:hAnsi="Times New Roman" w:cs="Times New Roman"/>
          <w:color w:val="0D0E0F"/>
          <w:kern w:val="0"/>
          <w:sz w:val="15"/>
          <w:szCs w:val="15"/>
        </w:rPr>
        <w:t>2</w:t>
      </w:r>
      <w:r w:rsidR="008E2524">
        <w:rPr>
          <w:rFonts w:ascii="Times New Roman" w:eastAsia="Fd80702-Identity-H" w:hAnsi="Times New Roman" w:cs="Times New Roman"/>
          <w:color w:val="0D0E0F"/>
          <w:kern w:val="0"/>
          <w:sz w:val="24"/>
          <w:szCs w:val="24"/>
        </w:rPr>
        <w:t>(</w:t>
      </w:r>
      <w:r w:rsidRPr="0005494E">
        <w:rPr>
          <w:rFonts w:ascii="Times New Roman" w:eastAsia="Fd80702-Identity-H" w:hAnsi="Times New Roman" w:cs="Times New Roman"/>
          <w:color w:val="0D0E0F"/>
          <w:kern w:val="0"/>
          <w:sz w:val="24"/>
          <w:szCs w:val="24"/>
        </w:rPr>
        <w:t xml:space="preserve">g) </w:t>
      </w:r>
      <w:r w:rsidR="008E2524" w:rsidRPr="008E2524">
        <w:rPr>
          <w:rFonts w:ascii="Times New Roman" w:eastAsia="Fd268528-Identity-H" w:hAnsi="Times New Roman" w:cs="Times New Roman"/>
          <w:color w:val="0D0E0F"/>
          <w:kern w:val="0"/>
          <w:sz w:val="24"/>
          <w:szCs w:val="24"/>
        </w:rPr>
        <w:sym w:font="Wingdings" w:char="F0E0"/>
      </w:r>
      <w:r w:rsidRPr="0005494E">
        <w:rPr>
          <w:rFonts w:ascii="Times New Roman" w:eastAsia="Fd268528-Identity-H" w:hAnsi="Times New Roman" w:cs="Times New Roman"/>
          <w:color w:val="0D0E0F"/>
          <w:kern w:val="0"/>
          <w:sz w:val="24"/>
          <w:szCs w:val="24"/>
        </w:rPr>
        <w:t xml:space="preserve"> </w:t>
      </w:r>
      <w:r w:rsid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CaCO</w:t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15"/>
          <w:szCs w:val="15"/>
        </w:rPr>
        <w:t>3</w:t>
      </w:r>
      <w:r w:rsidRPr="0005494E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(s)</w:t>
      </w:r>
    </w:p>
    <w:p w14:paraId="0E6F474E" w14:textId="77777777" w:rsidR="00F31EA3" w:rsidRPr="0005494E" w:rsidRDefault="00F31EA3" w:rsidP="0005494E">
      <w:pPr>
        <w:autoSpaceDE w:val="0"/>
        <w:autoSpaceDN w:val="0"/>
        <w:adjustRightInd w:val="0"/>
        <w:ind w:firstLineChars="250" w:firstLine="600"/>
        <w:jc w:val="left"/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</w:pPr>
      <w:proofErr w:type="gramStart"/>
      <w:r w:rsidRPr="0005494E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given</w:t>
      </w:r>
      <w:proofErr w:type="gramEnd"/>
      <w:r w:rsidRPr="0005494E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 the following set of reactions:</w:t>
      </w:r>
    </w:p>
    <w:p w14:paraId="5E0F4178" w14:textId="77777777" w:rsidR="00F31EA3" w:rsidRPr="0005494E" w:rsidRDefault="00F31EA3" w:rsidP="0005494E">
      <w:pPr>
        <w:autoSpaceDE w:val="0"/>
        <w:autoSpaceDN w:val="0"/>
        <w:adjustRightInd w:val="0"/>
        <w:ind w:firstLineChars="250" w:firstLine="600"/>
        <w:jc w:val="left"/>
        <w:rPr>
          <w:rFonts w:ascii="Times New Roman" w:eastAsia="Fd185735-Identity-H" w:hAnsi="Times New Roman" w:cs="Times New Roman"/>
          <w:color w:val="0F1011"/>
          <w:kern w:val="0"/>
          <w:sz w:val="24"/>
          <w:szCs w:val="24"/>
        </w:rPr>
      </w:pPr>
      <w:proofErr w:type="spellStart"/>
      <w:r w:rsidRPr="0005494E">
        <w:rPr>
          <w:rFonts w:ascii="Times New Roman" w:eastAsia="Fd185735-Identity-H" w:hAnsi="Times New Roman" w:cs="Times New Roman"/>
          <w:color w:val="0F1011"/>
          <w:kern w:val="0"/>
          <w:sz w:val="24"/>
          <w:szCs w:val="24"/>
        </w:rPr>
        <w:t>Ca</w:t>
      </w:r>
      <w:proofErr w:type="spellEnd"/>
      <w:r w:rsidRPr="0005494E">
        <w:rPr>
          <w:rFonts w:ascii="Times New Roman" w:eastAsia="Fd185735-Identity-H" w:hAnsi="Times New Roman" w:cs="Times New Roman"/>
          <w:color w:val="0F1011"/>
          <w:kern w:val="0"/>
          <w:sz w:val="24"/>
          <w:szCs w:val="24"/>
        </w:rPr>
        <w:t xml:space="preserve">(s) </w:t>
      </w:r>
      <w:r w:rsidRPr="0005494E">
        <w:rPr>
          <w:rFonts w:ascii="Times New Roman" w:eastAsia="Fd268545-Identity-H" w:hAnsi="Times New Roman" w:cs="Times New Roman"/>
          <w:color w:val="0F1011"/>
          <w:kern w:val="0"/>
          <w:sz w:val="24"/>
          <w:szCs w:val="24"/>
        </w:rPr>
        <w:t xml:space="preserve">+ </w:t>
      </w:r>
      <w:r w:rsidR="009C2FD4" w:rsidRPr="00D1625E">
        <w:rPr>
          <w:rFonts w:ascii="Times New Roman" w:eastAsia="Fd268545-Identity-H" w:hAnsi="Times New Roman" w:cs="Times New Roman"/>
          <w:color w:val="0F1011"/>
          <w:kern w:val="0"/>
          <w:sz w:val="18"/>
          <w:szCs w:val="18"/>
        </w:rPr>
        <w:t>(</w:t>
      </w:r>
      <w:r w:rsidR="008E2524" w:rsidRPr="00D1625E">
        <w:rPr>
          <w:rFonts w:ascii="Times New Roman" w:eastAsia="Fd268552-Identity-H" w:hAnsi="Times New Roman" w:cs="Times New Roman"/>
          <w:color w:val="0F1011"/>
          <w:kern w:val="0"/>
          <w:sz w:val="18"/>
          <w:szCs w:val="18"/>
        </w:rPr>
        <w:t>1/2</w:t>
      </w:r>
      <w:r w:rsidR="009C2FD4">
        <w:rPr>
          <w:rFonts w:ascii="Times New Roman" w:eastAsia="Fd268552-Identity-H" w:hAnsi="Times New Roman" w:cs="Times New Roman"/>
          <w:color w:val="0F1011"/>
          <w:kern w:val="0"/>
          <w:sz w:val="24"/>
          <w:szCs w:val="24"/>
        </w:rPr>
        <w:t xml:space="preserve">) </w:t>
      </w:r>
      <w:proofErr w:type="gramStart"/>
      <w:r w:rsidR="009C2FD4">
        <w:rPr>
          <w:rFonts w:ascii="Times New Roman" w:eastAsia="Fd185735-Identity-H" w:hAnsi="Times New Roman" w:cs="Times New Roman"/>
          <w:color w:val="0F1011"/>
          <w:kern w:val="0"/>
          <w:sz w:val="24"/>
          <w:szCs w:val="24"/>
        </w:rPr>
        <w:t>O</w:t>
      </w:r>
      <w:r w:rsidRPr="009C2FD4">
        <w:rPr>
          <w:rFonts w:ascii="Times New Roman" w:eastAsia="Fd185735-Identity-H" w:hAnsi="Times New Roman" w:cs="Times New Roman"/>
          <w:color w:val="0F1011"/>
          <w:kern w:val="0"/>
          <w:sz w:val="15"/>
          <w:szCs w:val="15"/>
        </w:rPr>
        <w:t>2</w:t>
      </w:r>
      <w:r w:rsidRPr="0005494E">
        <w:rPr>
          <w:rFonts w:ascii="Times New Roman" w:eastAsia="Fd185735-Identity-H" w:hAnsi="Times New Roman" w:cs="Times New Roman"/>
          <w:color w:val="0F1011"/>
          <w:kern w:val="0"/>
          <w:sz w:val="24"/>
          <w:szCs w:val="24"/>
        </w:rPr>
        <w:t>(</w:t>
      </w:r>
      <w:proofErr w:type="gramEnd"/>
      <w:r w:rsidRPr="0005494E">
        <w:rPr>
          <w:rFonts w:ascii="Times New Roman" w:eastAsia="Fd185735-Identity-H" w:hAnsi="Times New Roman" w:cs="Times New Roman"/>
          <w:color w:val="0F1011"/>
          <w:kern w:val="0"/>
          <w:sz w:val="24"/>
          <w:szCs w:val="24"/>
        </w:rPr>
        <w:t xml:space="preserve">g) </w:t>
      </w:r>
      <w:r w:rsidR="008E2524" w:rsidRPr="008E2524">
        <w:rPr>
          <w:rFonts w:ascii="Times New Roman" w:eastAsia="Fd268528-Identity-H" w:hAnsi="Times New Roman" w:cs="Times New Roman"/>
          <w:color w:val="0F1011"/>
          <w:kern w:val="0"/>
          <w:sz w:val="24"/>
          <w:szCs w:val="24"/>
        </w:rPr>
        <w:sym w:font="Wingdings" w:char="F0E0"/>
      </w:r>
      <w:r w:rsidRPr="0005494E">
        <w:rPr>
          <w:rFonts w:ascii="Times New Roman" w:eastAsia="Fd268528-Identity-H" w:hAnsi="Times New Roman" w:cs="Times New Roman"/>
          <w:color w:val="0F1011"/>
          <w:kern w:val="0"/>
          <w:sz w:val="24"/>
          <w:szCs w:val="24"/>
        </w:rPr>
        <w:t xml:space="preserve"> </w:t>
      </w:r>
      <w:proofErr w:type="spellStart"/>
      <w:r w:rsidRPr="0005494E">
        <w:rPr>
          <w:rFonts w:ascii="Times New Roman" w:eastAsia="Fd185735-Identity-H" w:hAnsi="Times New Roman" w:cs="Times New Roman"/>
          <w:color w:val="0F1011"/>
          <w:kern w:val="0"/>
          <w:sz w:val="24"/>
          <w:szCs w:val="24"/>
        </w:rPr>
        <w:t>CaO</w:t>
      </w:r>
      <w:proofErr w:type="spellEnd"/>
      <w:r w:rsidRPr="0005494E">
        <w:rPr>
          <w:rFonts w:ascii="Times New Roman" w:eastAsia="Fd185735-Identity-H" w:hAnsi="Times New Roman" w:cs="Times New Roman"/>
          <w:color w:val="0F1011"/>
          <w:kern w:val="0"/>
          <w:sz w:val="24"/>
          <w:szCs w:val="24"/>
        </w:rPr>
        <w:t xml:space="preserve">(s) </w:t>
      </w:r>
      <w:r w:rsidRPr="0005494E">
        <w:rPr>
          <w:rFonts w:ascii="Times New Roman" w:eastAsia="Fd80702-Identity-H" w:hAnsi="Times New Roman" w:cs="Times New Roman"/>
          <w:color w:val="0F1011"/>
          <w:kern w:val="0"/>
          <w:sz w:val="24"/>
          <w:szCs w:val="24"/>
        </w:rPr>
        <w:t xml:space="preserve"> </w:t>
      </w:r>
      <w:r w:rsidR="0005494E">
        <w:rPr>
          <w:rFonts w:ascii="Times New Roman" w:eastAsia="Fd80702-Identity-H" w:hAnsi="Times New Roman" w:cs="Times New Roman"/>
          <w:color w:val="0F1011"/>
          <w:kern w:val="0"/>
          <w:sz w:val="24"/>
          <w:szCs w:val="24"/>
        </w:rPr>
        <w:t xml:space="preserve"> ∆</w:t>
      </w:r>
      <w:r w:rsidRPr="0005494E">
        <w:rPr>
          <w:rFonts w:ascii="Times New Roman" w:eastAsia="Fd80702-Identity-H" w:hAnsi="Times New Roman" w:cs="Times New Roman"/>
          <w:color w:val="0F1011"/>
          <w:kern w:val="0"/>
          <w:sz w:val="24"/>
          <w:szCs w:val="24"/>
        </w:rPr>
        <w:t xml:space="preserve">H </w:t>
      </w:r>
      <w:r w:rsidR="0005494E">
        <w:rPr>
          <w:rFonts w:ascii="Times New Roman" w:eastAsia="Fd185735-Identity-H" w:hAnsi="Times New Roman" w:cs="Times New Roman"/>
          <w:color w:val="0F1011"/>
          <w:kern w:val="0"/>
          <w:sz w:val="24"/>
          <w:szCs w:val="24"/>
        </w:rPr>
        <w:t>= -635.</w:t>
      </w:r>
      <w:r w:rsidRPr="0005494E">
        <w:rPr>
          <w:rFonts w:ascii="Times New Roman" w:eastAsia="Fd185735-Identity-H" w:hAnsi="Times New Roman" w:cs="Times New Roman"/>
          <w:color w:val="0F1011"/>
          <w:kern w:val="0"/>
          <w:sz w:val="24"/>
          <w:szCs w:val="24"/>
        </w:rPr>
        <w:t>1 kJ</w:t>
      </w:r>
    </w:p>
    <w:p w14:paraId="0A4F7309" w14:textId="77777777" w:rsidR="00F31EA3" w:rsidRDefault="009C2FD4" w:rsidP="0005494E">
      <w:pPr>
        <w:autoSpaceDE w:val="0"/>
        <w:autoSpaceDN w:val="0"/>
        <w:adjustRightInd w:val="0"/>
        <w:ind w:firstLineChars="250" w:firstLine="600"/>
        <w:jc w:val="left"/>
        <w:rPr>
          <w:rFonts w:ascii="Times New Roman" w:eastAsia="Fd185735-Identity-H" w:hAnsi="Times New Roman" w:cs="Times New Roman"/>
          <w:color w:val="0A0A0B"/>
          <w:kern w:val="0"/>
          <w:sz w:val="24"/>
          <w:szCs w:val="24"/>
        </w:rPr>
      </w:pPr>
      <w:r>
        <w:rPr>
          <w:rFonts w:ascii="Times New Roman" w:eastAsia="Fd185735-Identity-H" w:hAnsi="Times New Roman" w:cs="Times New Roman"/>
          <w:color w:val="0A0A0B"/>
          <w:kern w:val="0"/>
          <w:sz w:val="24"/>
          <w:szCs w:val="24"/>
        </w:rPr>
        <w:t>CaCO</w:t>
      </w:r>
      <w:r w:rsidR="00F31EA3" w:rsidRPr="009C2FD4">
        <w:rPr>
          <w:rFonts w:ascii="Times New Roman" w:eastAsia="Fd185735-Identity-H" w:hAnsi="Times New Roman" w:cs="Times New Roman"/>
          <w:color w:val="0A0A0B"/>
          <w:kern w:val="0"/>
          <w:sz w:val="15"/>
          <w:szCs w:val="15"/>
        </w:rPr>
        <w:t>3</w:t>
      </w:r>
      <w:r w:rsidR="00F31EA3" w:rsidRPr="0005494E">
        <w:rPr>
          <w:rFonts w:ascii="Times New Roman" w:eastAsia="Fd185735-Identity-H" w:hAnsi="Times New Roman" w:cs="Times New Roman"/>
          <w:color w:val="0A0A0B"/>
          <w:kern w:val="0"/>
          <w:sz w:val="24"/>
          <w:szCs w:val="24"/>
        </w:rPr>
        <w:t xml:space="preserve">(s) </w:t>
      </w:r>
      <w:r w:rsidR="008E2524" w:rsidRPr="008E2524">
        <w:rPr>
          <w:rFonts w:ascii="Times New Roman" w:eastAsia="Fd268528-Identity-H" w:hAnsi="Times New Roman" w:cs="Times New Roman"/>
          <w:color w:val="0A0A0B"/>
          <w:kern w:val="0"/>
          <w:sz w:val="24"/>
          <w:szCs w:val="24"/>
        </w:rPr>
        <w:sym w:font="Wingdings" w:char="F0E0"/>
      </w:r>
      <w:r w:rsidR="00F31EA3" w:rsidRPr="0005494E">
        <w:rPr>
          <w:rFonts w:ascii="Times New Roman" w:eastAsia="Fd268528-Identity-H" w:hAnsi="Times New Roman" w:cs="Times New Roman"/>
          <w:color w:val="0A0A0B"/>
          <w:kern w:val="0"/>
          <w:sz w:val="24"/>
          <w:szCs w:val="24"/>
        </w:rPr>
        <w:t xml:space="preserve"> </w:t>
      </w:r>
      <w:proofErr w:type="spellStart"/>
      <w:r w:rsidR="00F31EA3" w:rsidRPr="0005494E">
        <w:rPr>
          <w:rFonts w:ascii="Times New Roman" w:eastAsia="Fd185735-Identity-H" w:hAnsi="Times New Roman" w:cs="Times New Roman"/>
          <w:color w:val="0A0A0B"/>
          <w:kern w:val="0"/>
          <w:sz w:val="24"/>
          <w:szCs w:val="24"/>
        </w:rPr>
        <w:t>CaO</w:t>
      </w:r>
      <w:proofErr w:type="spellEnd"/>
      <w:r w:rsidR="00F31EA3" w:rsidRPr="0005494E">
        <w:rPr>
          <w:rFonts w:ascii="Times New Roman" w:eastAsia="Fd185735-Identity-H" w:hAnsi="Times New Roman" w:cs="Times New Roman"/>
          <w:color w:val="0A0A0B"/>
          <w:kern w:val="0"/>
          <w:sz w:val="24"/>
          <w:szCs w:val="24"/>
        </w:rPr>
        <w:t xml:space="preserve">(s) </w:t>
      </w:r>
      <w:r w:rsidR="00F31EA3" w:rsidRPr="0005494E">
        <w:rPr>
          <w:rFonts w:ascii="Times New Roman" w:eastAsia="Fd268545-Identity-H" w:hAnsi="Times New Roman" w:cs="Times New Roman"/>
          <w:color w:val="0A0A0B"/>
          <w:kern w:val="0"/>
          <w:sz w:val="24"/>
          <w:szCs w:val="24"/>
        </w:rPr>
        <w:t xml:space="preserve">+ </w:t>
      </w:r>
      <w:proofErr w:type="gramStart"/>
      <w:r w:rsidR="00F31EA3" w:rsidRPr="0005494E">
        <w:rPr>
          <w:rFonts w:ascii="Times New Roman" w:eastAsia="Fd185735-Identity-H" w:hAnsi="Times New Roman" w:cs="Times New Roman"/>
          <w:color w:val="0A0A0B"/>
          <w:kern w:val="0"/>
          <w:sz w:val="24"/>
          <w:szCs w:val="24"/>
        </w:rPr>
        <w:t>CO2(</w:t>
      </w:r>
      <w:proofErr w:type="gramEnd"/>
      <w:r w:rsidR="00F31EA3" w:rsidRPr="0005494E">
        <w:rPr>
          <w:rFonts w:ascii="Times New Roman" w:eastAsia="Fd185735-Identity-H" w:hAnsi="Times New Roman" w:cs="Times New Roman"/>
          <w:color w:val="0A0A0B"/>
          <w:kern w:val="0"/>
          <w:sz w:val="24"/>
          <w:szCs w:val="24"/>
        </w:rPr>
        <w:t xml:space="preserve">g) </w:t>
      </w:r>
      <w:r w:rsidR="00F31EA3" w:rsidRPr="0005494E">
        <w:rPr>
          <w:rFonts w:ascii="Times New Roman" w:eastAsia="Fd80702-Identity-H" w:hAnsi="Times New Roman" w:cs="Times New Roman"/>
          <w:color w:val="0A0A0B"/>
          <w:kern w:val="0"/>
          <w:sz w:val="24"/>
          <w:szCs w:val="24"/>
        </w:rPr>
        <w:t xml:space="preserve"> </w:t>
      </w:r>
      <w:r w:rsidR="0005494E">
        <w:rPr>
          <w:rFonts w:ascii="Times New Roman" w:eastAsia="Fd80702-Identity-H" w:hAnsi="Times New Roman" w:cs="Times New Roman"/>
          <w:color w:val="0A0A0B"/>
          <w:kern w:val="0"/>
          <w:sz w:val="24"/>
          <w:szCs w:val="24"/>
        </w:rPr>
        <w:t>∆</w:t>
      </w:r>
      <w:r w:rsidR="00F31EA3" w:rsidRPr="0005494E">
        <w:rPr>
          <w:rFonts w:ascii="Times New Roman" w:eastAsia="Fd80702-Identity-H" w:hAnsi="Times New Roman" w:cs="Times New Roman"/>
          <w:color w:val="0A0A0B"/>
          <w:kern w:val="0"/>
          <w:sz w:val="24"/>
          <w:szCs w:val="24"/>
        </w:rPr>
        <w:t xml:space="preserve">H </w:t>
      </w:r>
      <w:r w:rsidR="00F31EA3" w:rsidRPr="0005494E">
        <w:rPr>
          <w:rFonts w:ascii="Times New Roman" w:eastAsia="Fd69196-Identity-H" w:hAnsi="Times New Roman" w:cs="Times New Roman"/>
          <w:color w:val="0A0A0B"/>
          <w:kern w:val="0"/>
          <w:sz w:val="24"/>
          <w:szCs w:val="24"/>
        </w:rPr>
        <w:t xml:space="preserve">= </w:t>
      </w:r>
      <w:r w:rsidR="00F31EA3" w:rsidRPr="0005494E">
        <w:rPr>
          <w:rFonts w:ascii="Times New Roman" w:eastAsia="Fd185735-Identity-H" w:hAnsi="Times New Roman" w:cs="Times New Roman"/>
          <w:color w:val="0A0A0B"/>
          <w:kern w:val="0"/>
          <w:sz w:val="24"/>
          <w:szCs w:val="24"/>
        </w:rPr>
        <w:t>178.3 kJ</w:t>
      </w:r>
    </w:p>
    <w:p w14:paraId="24FCDCF7" w14:textId="52ACDFF3" w:rsidR="00CE75A6" w:rsidRDefault="00764A06" w:rsidP="0005494E">
      <w:pPr>
        <w:autoSpaceDE w:val="0"/>
        <w:autoSpaceDN w:val="0"/>
        <w:adjustRightInd w:val="0"/>
        <w:ind w:firstLineChars="250" w:firstLine="600"/>
        <w:jc w:val="left"/>
        <w:rPr>
          <w:rFonts w:ascii="Times New Roman" w:eastAsia="Fd185735-Identity-H" w:hAnsi="Times New Roman" w:cs="Times New Roman"/>
          <w:color w:val="0A0A0B"/>
          <w:kern w:val="0"/>
          <w:sz w:val="24"/>
          <w:szCs w:val="24"/>
        </w:rPr>
      </w:pPr>
      <w:r>
        <w:rPr>
          <w:rFonts w:ascii="Times New Roman" w:eastAsia="Fd185735-Identity-H" w:hAnsi="Times New Roman" w:cs="Times New Roman"/>
          <w:noProof/>
          <w:color w:val="0A0A0B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editId="573342FE">
                <wp:simplePos x="0" y="0"/>
                <wp:positionH relativeFrom="column">
                  <wp:posOffset>337930</wp:posOffset>
                </wp:positionH>
                <wp:positionV relativeFrom="paragraph">
                  <wp:posOffset>98066</wp:posOffset>
                </wp:positionV>
                <wp:extent cx="1490870" cy="377687"/>
                <wp:effectExtent l="0" t="0" r="0" b="3313"/>
                <wp:wrapNone/>
                <wp:docPr id="8" name="矩形​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870" cy="37768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​​ 1" o:spid="_x0000_s1026" style="position:absolute;left:0;text-align:left;margin-left:26.6pt;margin-top:7.7pt;width:117.4pt;height:29.75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" fillcolor="white [3201]" strokecolor="#f79646 [3209]" strokeweight="2pt"/>
            </w:pict>
          </mc:Fallback>
        </mc:AlternateContent>
      </w:r>
    </w:p>
    <w:p w14:paraId="13B5A828" w14:textId="06DD5088" w:rsidR="009C2FD4" w:rsidRDefault="00764A06" w:rsidP="0005494E">
      <w:pPr>
        <w:autoSpaceDE w:val="0"/>
        <w:autoSpaceDN w:val="0"/>
        <w:adjustRightInd w:val="0"/>
        <w:ind w:firstLineChars="250" w:firstLine="600"/>
        <w:jc w:val="left"/>
        <w:rPr>
          <w:rFonts w:ascii="Times New Roman" w:eastAsia="Fd185735-Identity-H" w:hAnsi="Times New Roman" w:cs="Times New Roman"/>
          <w:color w:val="0A0A0B"/>
          <w:kern w:val="0"/>
          <w:sz w:val="24"/>
          <w:szCs w:val="24"/>
        </w:rPr>
      </w:pPr>
      <w:r>
        <w:rPr>
          <w:rFonts w:ascii="Times New Roman" w:eastAsia="Fd185735-Identity-H" w:hAnsi="Times New Roman" w:cs="Times New Roman"/>
          <w:color w:val="0A0A0B"/>
          <w:kern w:val="0"/>
          <w:sz w:val="24"/>
          <w:szCs w:val="24"/>
        </w:rPr>
        <w:t>Answer: -813.4 kJ</w:t>
      </w:r>
    </w:p>
    <w:p w14:paraId="3B00B164" w14:textId="77777777" w:rsidR="009C2FD4" w:rsidRDefault="009C2FD4" w:rsidP="0005494E">
      <w:pPr>
        <w:autoSpaceDE w:val="0"/>
        <w:autoSpaceDN w:val="0"/>
        <w:adjustRightInd w:val="0"/>
        <w:ind w:firstLineChars="250" w:firstLine="600"/>
        <w:jc w:val="left"/>
        <w:rPr>
          <w:rFonts w:ascii="Times New Roman" w:eastAsia="Fd185735-Identity-H" w:hAnsi="Times New Roman" w:cs="Times New Roman"/>
          <w:color w:val="0A0A0B"/>
          <w:kern w:val="0"/>
          <w:sz w:val="24"/>
          <w:szCs w:val="24"/>
        </w:rPr>
      </w:pPr>
    </w:p>
    <w:p w14:paraId="736738A9" w14:textId="77777777" w:rsidR="00764A06" w:rsidRDefault="00764A06" w:rsidP="0005494E">
      <w:pPr>
        <w:autoSpaceDE w:val="0"/>
        <w:autoSpaceDN w:val="0"/>
        <w:adjustRightInd w:val="0"/>
        <w:ind w:firstLineChars="250" w:firstLine="600"/>
        <w:jc w:val="left"/>
        <w:rPr>
          <w:rFonts w:ascii="Times New Roman" w:eastAsia="Fd185735-Identity-H" w:hAnsi="Times New Roman" w:cs="Times New Roman"/>
          <w:color w:val="0A0A0B"/>
          <w:kern w:val="0"/>
          <w:sz w:val="24"/>
          <w:szCs w:val="24"/>
        </w:rPr>
      </w:pPr>
    </w:p>
    <w:p w14:paraId="24A21F46" w14:textId="77777777" w:rsidR="00CE75A6" w:rsidRPr="00CE75A6" w:rsidRDefault="00CE75A6" w:rsidP="00CE75A6">
      <w:pPr>
        <w:autoSpaceDE w:val="0"/>
        <w:autoSpaceDN w:val="0"/>
        <w:adjustRightInd w:val="0"/>
        <w:jc w:val="left"/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</w:pPr>
      <w:r>
        <w:rPr>
          <w:rFonts w:ascii="Times New Roman" w:eastAsia="Fd185735-Identity-H" w:hAnsi="Times New Roman" w:cs="Times New Roman" w:hint="eastAsia"/>
          <w:color w:val="0D0E0F"/>
          <w:kern w:val="0"/>
          <w:sz w:val="24"/>
          <w:szCs w:val="24"/>
        </w:rPr>
        <w:t xml:space="preserve">9.  Calculate </w:t>
      </w:r>
      <w:proofErr w:type="spellStart"/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Δ</w:t>
      </w:r>
      <w:r w:rsidRPr="00CE75A6">
        <w:rPr>
          <w:rFonts w:ascii="Times New Roman" w:eastAsia="Fd185735-Identity-H" w:hAnsi="Times New Roman" w:cs="Times New Roman" w:hint="eastAsia"/>
          <w:color w:val="0D0E0F"/>
          <w:kern w:val="0"/>
          <w:sz w:val="24"/>
          <w:szCs w:val="24"/>
        </w:rPr>
        <w:t>H</w:t>
      </w:r>
      <w:r w:rsidRPr="00CE75A6">
        <w:rPr>
          <w:rFonts w:ascii="Times New Roman" w:eastAsia="Fd185735-Identity-H" w:hAnsi="Times New Roman" w:cs="Times New Roman"/>
          <w:color w:val="0D0E0F"/>
          <w:kern w:val="0"/>
          <w:sz w:val="32"/>
          <w:szCs w:val="32"/>
          <w:vertAlign w:val="subscript"/>
        </w:rPr>
        <w:t>r</w:t>
      </w:r>
      <w:r w:rsidRPr="00CE75A6">
        <w:rPr>
          <w:rFonts w:ascii="Times New Roman" w:eastAsia="Fd185735-Identity-H" w:hAnsi="Times New Roman" w:cs="Times New Roman" w:hint="eastAsia"/>
          <w:color w:val="0D0E0F"/>
          <w:kern w:val="0"/>
          <w:sz w:val="32"/>
          <w:szCs w:val="32"/>
          <w:vertAlign w:val="subscript"/>
        </w:rPr>
        <w:t>xn</w:t>
      </w:r>
      <w:proofErr w:type="spellEnd"/>
      <w:r w:rsidRPr="00CE75A6">
        <w:rPr>
          <w:rFonts w:ascii="Times New Roman" w:eastAsia="Fd185735-Identity-H" w:hAnsi="Times New Roman" w:cs="Times New Roman" w:hint="eastAsia"/>
          <w:color w:val="0D0E0F"/>
          <w:kern w:val="0"/>
          <w:sz w:val="24"/>
          <w:szCs w:val="24"/>
        </w:rPr>
        <w:t xml:space="preserve"> for each of the following</w:t>
      </w:r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 (Use your reference table)</w:t>
      </w:r>
      <w:r w:rsidRPr="00CE75A6">
        <w:rPr>
          <w:rFonts w:ascii="Times New Roman" w:eastAsia="Fd185735-Identity-H" w:hAnsi="Times New Roman" w:cs="Times New Roman" w:hint="eastAsia"/>
          <w:color w:val="0D0E0F"/>
          <w:kern w:val="0"/>
          <w:sz w:val="24"/>
          <w:szCs w:val="24"/>
        </w:rPr>
        <w:t>:</w:t>
      </w:r>
    </w:p>
    <w:p w14:paraId="7A968104" w14:textId="77777777" w:rsidR="00CE75A6" w:rsidRPr="00CE75A6" w:rsidRDefault="00CE75A6" w:rsidP="00CE75A6">
      <w:pPr>
        <w:pStyle w:val="a3"/>
        <w:autoSpaceDE w:val="0"/>
        <w:autoSpaceDN w:val="0"/>
        <w:adjustRightInd w:val="0"/>
        <w:ind w:left="360" w:firstLineChars="0" w:firstLine="0"/>
        <w:jc w:val="left"/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</w:pPr>
      <w:r w:rsidRPr="00CE75A6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(a) </w:t>
      </w:r>
      <w:proofErr w:type="gramStart"/>
      <w:r w:rsidRPr="00CE75A6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2H</w:t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15"/>
          <w:szCs w:val="15"/>
        </w:rPr>
        <w:t>2</w:t>
      </w:r>
      <w:r w:rsidRPr="00CE75A6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S(</w:t>
      </w:r>
      <w:proofErr w:type="gramEnd"/>
      <w:r w:rsidRPr="00CE75A6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g)</w:t>
      </w:r>
      <w:r w:rsid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 + 3O</w:t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15"/>
          <w:szCs w:val="15"/>
        </w:rPr>
        <w:t>2</w:t>
      </w:r>
      <w:r w:rsid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(g) </w:t>
      </w:r>
      <w:r w:rsidR="009C2FD4" w:rsidRP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sym w:font="Wingdings" w:char="F0E0"/>
      </w:r>
      <w:r w:rsid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 2SO</w:t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15"/>
          <w:szCs w:val="15"/>
        </w:rPr>
        <w:t>2</w:t>
      </w:r>
      <w:r w:rsidRPr="00CE75A6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(g) + 2H</w:t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15"/>
          <w:szCs w:val="15"/>
        </w:rPr>
        <w:t>2</w:t>
      </w:r>
      <w:r w:rsid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O</w:t>
      </w:r>
      <w:r w:rsidRPr="00CE75A6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(g)</w:t>
      </w:r>
    </w:p>
    <w:p w14:paraId="7AE06651" w14:textId="77777777" w:rsidR="00CE75A6" w:rsidRDefault="00CE75A6" w:rsidP="00CE75A6">
      <w:pPr>
        <w:pStyle w:val="a3"/>
        <w:autoSpaceDE w:val="0"/>
        <w:autoSpaceDN w:val="0"/>
        <w:adjustRightInd w:val="0"/>
        <w:ind w:left="360" w:firstLineChars="0" w:firstLine="0"/>
        <w:jc w:val="left"/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</w:pPr>
      <w:r w:rsidRPr="00CE75A6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(b) </w:t>
      </w:r>
      <w:proofErr w:type="gramStart"/>
      <w:r w:rsidRPr="00CE75A6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CH</w:t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15"/>
          <w:szCs w:val="15"/>
        </w:rPr>
        <w:t>4</w:t>
      </w:r>
      <w:r w:rsid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(</w:t>
      </w:r>
      <w:proofErr w:type="gramEnd"/>
      <w:r w:rsid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g) + Cl</w:t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15"/>
          <w:szCs w:val="15"/>
        </w:rPr>
        <w:t>2</w:t>
      </w:r>
      <w:r w:rsid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(g) </w:t>
      </w:r>
      <w:r w:rsidR="009C2FD4" w:rsidRP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sym w:font="Wingdings" w:char="F0E0"/>
      </w:r>
      <w:r w:rsid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 CCl</w:t>
      </w:r>
      <w:r w:rsidRPr="009C2FD4">
        <w:rPr>
          <w:rFonts w:ascii="Times New Roman" w:eastAsia="Fd185735-Identity-H" w:hAnsi="Times New Roman" w:cs="Times New Roman"/>
          <w:color w:val="0D0E0F"/>
          <w:kern w:val="0"/>
          <w:sz w:val="15"/>
          <w:szCs w:val="15"/>
        </w:rPr>
        <w:t>4</w:t>
      </w:r>
      <w:r w:rsidRPr="00CE75A6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(1) + </w:t>
      </w:r>
      <w:proofErr w:type="spellStart"/>
      <w:r w:rsidRPr="00CE75A6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HCl</w:t>
      </w:r>
      <w:proofErr w:type="spellEnd"/>
      <w:r w:rsidR="009C2FD4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 </w:t>
      </w:r>
      <w:r w:rsidRPr="00CE75A6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(g) [unbalanced]</w:t>
      </w:r>
    </w:p>
    <w:p w14:paraId="0DC238F9" w14:textId="649DDB92" w:rsidR="009C2FD4" w:rsidRDefault="00764A06" w:rsidP="00CE75A6">
      <w:pPr>
        <w:pStyle w:val="a3"/>
        <w:autoSpaceDE w:val="0"/>
        <w:autoSpaceDN w:val="0"/>
        <w:adjustRightInd w:val="0"/>
        <w:ind w:left="360" w:firstLineChars="0" w:firstLine="0"/>
        <w:jc w:val="left"/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</w:pPr>
      <w:r>
        <w:rPr>
          <w:rFonts w:ascii="Times New Roman" w:eastAsia="Fd185735-Identity-H" w:hAnsi="Times New Roman" w:cs="Times New Roman"/>
          <w:noProof/>
          <w:color w:val="0D0E0F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editId="772A2D04">
                <wp:simplePos x="0" y="0"/>
                <wp:positionH relativeFrom="column">
                  <wp:posOffset>218661</wp:posOffset>
                </wp:positionH>
                <wp:positionV relativeFrom="paragraph">
                  <wp:posOffset>103367</wp:posOffset>
                </wp:positionV>
                <wp:extent cx="1461052" cy="377687"/>
                <wp:effectExtent l="0" t="0" r="5798" b="3313"/>
                <wp:wrapNone/>
                <wp:docPr id="9" name="矩形​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052" cy="37768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​​ 1" o:spid="_x0000_s1026" style="position:absolute;left:0;text-align:left;margin-left:17.2pt;margin-top:8.15pt;width:115.05pt;height:29.7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" fillcolor="white [3201]" strokecolor="#f79646 [3209]" strokeweight="2pt"/>
            </w:pict>
          </mc:Fallback>
        </mc:AlternateContent>
      </w:r>
    </w:p>
    <w:p w14:paraId="6F10728F" w14:textId="59F5A1A1" w:rsidR="00CE75A6" w:rsidRDefault="00764A06" w:rsidP="00CE75A6">
      <w:pPr>
        <w:pStyle w:val="a3"/>
        <w:autoSpaceDE w:val="0"/>
        <w:autoSpaceDN w:val="0"/>
        <w:adjustRightInd w:val="0"/>
        <w:ind w:left="360" w:firstLineChars="0" w:firstLine="0"/>
        <w:jc w:val="left"/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</w:pPr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Answer: -1036.8 kJ</w:t>
      </w:r>
    </w:p>
    <w:p w14:paraId="3F468F74" w14:textId="77777777" w:rsidR="00764A06" w:rsidRDefault="00764A06" w:rsidP="00CE75A6">
      <w:pPr>
        <w:pStyle w:val="a3"/>
        <w:autoSpaceDE w:val="0"/>
        <w:autoSpaceDN w:val="0"/>
        <w:adjustRightInd w:val="0"/>
        <w:ind w:left="360" w:firstLineChars="0" w:firstLine="0"/>
        <w:jc w:val="left"/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</w:pPr>
    </w:p>
    <w:p w14:paraId="6DAD6B17" w14:textId="77777777" w:rsidR="00764A06" w:rsidRDefault="00764A06" w:rsidP="00CE75A6">
      <w:pPr>
        <w:pStyle w:val="a3"/>
        <w:autoSpaceDE w:val="0"/>
        <w:autoSpaceDN w:val="0"/>
        <w:adjustRightInd w:val="0"/>
        <w:ind w:left="360" w:firstLineChars="0" w:firstLine="0"/>
        <w:jc w:val="left"/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</w:pPr>
    </w:p>
    <w:p w14:paraId="6507CA70" w14:textId="77777777" w:rsidR="00CE75A6" w:rsidRPr="00D1625E" w:rsidRDefault="00D1625E" w:rsidP="00D1625E">
      <w:pPr>
        <w:autoSpaceDE w:val="0"/>
        <w:autoSpaceDN w:val="0"/>
        <w:adjustRightInd w:val="0"/>
        <w:ind w:left="600" w:hanging="600"/>
        <w:jc w:val="left"/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</w:pPr>
      <w:r w:rsidRPr="00D1625E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10.</w:t>
      </w:r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  </w:t>
      </w:r>
      <w:r w:rsidR="00CE75A6" w:rsidRPr="00D1625E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When 1 mol</w:t>
      </w:r>
      <w:r w:rsidRPr="00D1625E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e</w:t>
      </w:r>
      <w:r w:rsidR="00CE75A6" w:rsidRPr="00D1625E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 of NO</w:t>
      </w:r>
      <w:r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 xml:space="preserve"> </w:t>
      </w:r>
      <w:r w:rsidR="00CE75A6" w:rsidRPr="00D1625E">
        <w:rPr>
          <w:rFonts w:ascii="Times New Roman" w:eastAsia="Fd185735-Identity-H" w:hAnsi="Times New Roman" w:cs="Times New Roman"/>
          <w:color w:val="0D0E0F"/>
          <w:kern w:val="0"/>
          <w:sz w:val="24"/>
          <w:szCs w:val="24"/>
        </w:rPr>
        <w:t>(g) forms from its elements, 90.29 kJ of heat is absorbed. (a) Write a balanced thermochemical equation for this reaction. (b) How much heat is involved when 1.50 g of NO decomposes to its elements?</w:t>
      </w:r>
    </w:p>
    <w:p w14:paraId="76EE1981" w14:textId="280DFAF9" w:rsidR="00D1625E" w:rsidRDefault="00764A06" w:rsidP="00D1625E">
      <w:pPr>
        <w:ind w:left="600" w:hanging="600"/>
        <w:rPr>
          <w:kern w:val="0"/>
        </w:rPr>
      </w:pPr>
      <w:r>
        <w:rPr>
          <w:noProof/>
          <w:kern w:val="0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editId="32B4E16D">
                <wp:simplePos x="0" y="0"/>
                <wp:positionH relativeFrom="column">
                  <wp:posOffset>337930</wp:posOffset>
                </wp:positionH>
                <wp:positionV relativeFrom="paragraph">
                  <wp:posOffset>68249</wp:posOffset>
                </wp:positionV>
                <wp:extent cx="4263887" cy="626165"/>
                <wp:effectExtent l="0" t="0" r="3313" b="2485"/>
                <wp:wrapNone/>
                <wp:docPr id="10" name="矩形​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3887" cy="6261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​​ 1" o:spid="_x0000_s1026" style="position:absolute;left:0;text-align:left;margin-left:26.6pt;margin-top:5.35pt;width:335.75pt;height:49.3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" fillcolor="white [3201]" strokecolor="#f79646 [3209]" strokeweight="2pt"/>
            </w:pict>
          </mc:Fallback>
        </mc:AlternateContent>
      </w:r>
      <w:r>
        <w:rPr>
          <w:kern w:val="0"/>
        </w:rPr>
        <w:tab/>
      </w:r>
    </w:p>
    <w:p w14:paraId="5966A12F" w14:textId="3784F9EF" w:rsidR="00764A06" w:rsidRPr="00764A06" w:rsidRDefault="00764A06" w:rsidP="00D1625E">
      <w:pPr>
        <w:ind w:left="600" w:hanging="60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kern w:val="0"/>
        </w:rPr>
        <w:tab/>
      </w:r>
      <w:r w:rsidRPr="00764A06">
        <w:rPr>
          <w:rFonts w:ascii="Times New Roman" w:hAnsi="Times New Roman" w:cs="Times New Roman"/>
          <w:kern w:val="0"/>
          <w:sz w:val="24"/>
          <w:szCs w:val="24"/>
        </w:rPr>
        <w:t>Answer: (a) (1/2) N</w:t>
      </w:r>
      <w:r w:rsidRPr="00764A06">
        <w:rPr>
          <w:rFonts w:ascii="Times New Roman" w:hAnsi="Times New Roman" w:cs="Times New Roman"/>
          <w:kern w:val="0"/>
          <w:sz w:val="24"/>
          <w:szCs w:val="24"/>
          <w:vertAlign w:val="subscript"/>
        </w:rPr>
        <w:t>2</w:t>
      </w:r>
      <w:r w:rsidRPr="00764A06">
        <w:rPr>
          <w:rFonts w:ascii="Times New Roman" w:hAnsi="Times New Roman" w:cs="Times New Roman"/>
          <w:kern w:val="0"/>
          <w:sz w:val="24"/>
          <w:szCs w:val="24"/>
        </w:rPr>
        <w:t xml:space="preserve"> (g) + (1/2) O</w:t>
      </w:r>
      <w:r w:rsidRPr="00764A06">
        <w:rPr>
          <w:rFonts w:ascii="Times New Roman" w:hAnsi="Times New Roman" w:cs="Times New Roman"/>
          <w:kern w:val="0"/>
          <w:sz w:val="24"/>
          <w:szCs w:val="24"/>
          <w:vertAlign w:val="subscript"/>
        </w:rPr>
        <w:t>2</w:t>
      </w:r>
      <w:r w:rsidRPr="00764A06">
        <w:rPr>
          <w:rFonts w:ascii="Times New Roman" w:hAnsi="Times New Roman" w:cs="Times New Roman"/>
          <w:kern w:val="0"/>
          <w:sz w:val="24"/>
          <w:szCs w:val="24"/>
        </w:rPr>
        <w:t xml:space="preserve"> (g) </w:t>
      </w:r>
      <w:r w:rsidRPr="00764A06">
        <w:rPr>
          <w:rFonts w:ascii="Times New Roman" w:hAnsi="Times New Roman" w:cs="Times New Roman"/>
          <w:kern w:val="0"/>
          <w:sz w:val="24"/>
          <w:szCs w:val="24"/>
        </w:rPr>
        <w:sym w:font="Wingdings" w:char="F0E0"/>
      </w:r>
      <w:r w:rsidRPr="00764A06">
        <w:rPr>
          <w:rFonts w:ascii="Times New Roman" w:hAnsi="Times New Roman" w:cs="Times New Roman"/>
          <w:kern w:val="0"/>
          <w:sz w:val="24"/>
          <w:szCs w:val="24"/>
        </w:rPr>
        <w:t xml:space="preserve"> NO (g); ∆H= 90.29 kJ</w:t>
      </w:r>
    </w:p>
    <w:p w14:paraId="03751387" w14:textId="7C79A2C4" w:rsidR="00764A06" w:rsidRPr="00764A06" w:rsidRDefault="00764A06" w:rsidP="00D1625E">
      <w:pPr>
        <w:ind w:left="600" w:hanging="600"/>
        <w:rPr>
          <w:rFonts w:ascii="Times New Roman" w:hAnsi="Times New Roman" w:cs="Times New Roman"/>
          <w:kern w:val="0"/>
          <w:sz w:val="24"/>
          <w:szCs w:val="24"/>
        </w:rPr>
      </w:pPr>
      <w:r w:rsidRPr="00764A06">
        <w:rPr>
          <w:rFonts w:ascii="Times New Roman" w:hAnsi="Times New Roman" w:cs="Times New Roman"/>
          <w:kern w:val="0"/>
          <w:sz w:val="24"/>
          <w:szCs w:val="24"/>
        </w:rPr>
        <w:tab/>
      </w:r>
      <w:r w:rsidRPr="00764A06">
        <w:rPr>
          <w:rFonts w:ascii="Times New Roman" w:hAnsi="Times New Roman" w:cs="Times New Roman"/>
          <w:kern w:val="0"/>
          <w:sz w:val="24"/>
          <w:szCs w:val="24"/>
        </w:rPr>
        <w:tab/>
      </w:r>
      <w:r w:rsidRPr="00764A06">
        <w:rPr>
          <w:rFonts w:ascii="Times New Roman" w:hAnsi="Times New Roman" w:cs="Times New Roman"/>
          <w:kern w:val="0"/>
          <w:sz w:val="24"/>
          <w:szCs w:val="24"/>
        </w:rPr>
        <w:tab/>
        <w:t xml:space="preserve"> (b) -4.51 kJ</w:t>
      </w:r>
    </w:p>
    <w:p w14:paraId="27555C81" w14:textId="77777777" w:rsidR="00D1625E" w:rsidRDefault="00D1625E" w:rsidP="00D1625E">
      <w:pPr>
        <w:ind w:left="600" w:hanging="600"/>
        <w:rPr>
          <w:kern w:val="0"/>
        </w:rPr>
      </w:pPr>
    </w:p>
    <w:p w14:paraId="10CA9742" w14:textId="77777777" w:rsidR="0082680D" w:rsidRPr="0082680D" w:rsidRDefault="0082680D" w:rsidP="0082680D">
      <w:pPr>
        <w:rPr>
          <w:kern w:val="0"/>
        </w:rPr>
      </w:pPr>
    </w:p>
    <w:sectPr w:rsidR="0082680D" w:rsidRPr="0082680D" w:rsidSect="00CE75A6">
      <w:pgSz w:w="11906" w:h="16838"/>
      <w:pgMar w:top="1440" w:right="1440" w:bottom="1440" w:left="144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157F4" w14:textId="77777777" w:rsidR="00CE75A6" w:rsidRDefault="00CE75A6" w:rsidP="0005494E">
      <w:r>
        <w:separator/>
      </w:r>
    </w:p>
  </w:endnote>
  <w:endnote w:type="continuationSeparator" w:id="0">
    <w:p w14:paraId="717B57B5" w14:textId="77777777" w:rsidR="00CE75A6" w:rsidRDefault="00CE75A6" w:rsidP="00054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d185735-Identity-H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Fd268528-Identity-H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Fd216603-Identity-H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Fd268545-Identity-H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d80702-Identity-H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Fd268552-Identity-H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Fd69196-Identity-H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198303" w14:textId="77777777" w:rsidR="00CE75A6" w:rsidRDefault="00CE75A6" w:rsidP="0005494E">
      <w:r>
        <w:separator/>
      </w:r>
    </w:p>
  </w:footnote>
  <w:footnote w:type="continuationSeparator" w:id="0">
    <w:p w14:paraId="4DA477CA" w14:textId="77777777" w:rsidR="00CE75A6" w:rsidRDefault="00CE75A6" w:rsidP="00054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4830"/>
    <w:multiLevelType w:val="hybridMultilevel"/>
    <w:tmpl w:val="11F085DC"/>
    <w:lvl w:ilvl="0" w:tplc="ED5EB7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2381C98"/>
    <w:multiLevelType w:val="hybridMultilevel"/>
    <w:tmpl w:val="B4965198"/>
    <w:lvl w:ilvl="0" w:tplc="DC309B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D3835EF"/>
    <w:multiLevelType w:val="hybridMultilevel"/>
    <w:tmpl w:val="8E80656A"/>
    <w:lvl w:ilvl="0" w:tplc="C81C98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E7F31B7"/>
    <w:multiLevelType w:val="hybridMultilevel"/>
    <w:tmpl w:val="9ECED6B8"/>
    <w:lvl w:ilvl="0" w:tplc="7DE435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A3"/>
    <w:rsid w:val="0005494E"/>
    <w:rsid w:val="002E53B8"/>
    <w:rsid w:val="004C1351"/>
    <w:rsid w:val="0071215D"/>
    <w:rsid w:val="00764A06"/>
    <w:rsid w:val="00766D72"/>
    <w:rsid w:val="0082680D"/>
    <w:rsid w:val="008E2524"/>
    <w:rsid w:val="009C2FD4"/>
    <w:rsid w:val="00AB1379"/>
    <w:rsid w:val="00CE75A6"/>
    <w:rsid w:val="00D1625E"/>
    <w:rsid w:val="00E415AA"/>
    <w:rsid w:val="00F3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43198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EA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549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5494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549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5494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EA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549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5494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549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549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9E204-19CA-4C36-BB15-9861AB84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378</Words>
  <Characters>2158</Characters>
  <Application>Microsoft Office Word</Application>
  <DocSecurity>0</DocSecurity>
  <Lines>17</Lines>
  <Paragraphs>5</Paragraphs>
  <ScaleCrop>false</ScaleCrop>
  <Company>Hewlett-Packard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4</cp:revision>
  <dcterms:created xsi:type="dcterms:W3CDTF">2010-10-21T19:50:00Z</dcterms:created>
  <dcterms:modified xsi:type="dcterms:W3CDTF">2010-10-24T23:07:00Z</dcterms:modified>
</cp:coreProperties>
</file>